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EE8A82" w14:textId="77777777" w:rsidR="00CC1EA6" w:rsidRDefault="00CC1EA6" w:rsidP="00CC1EA6">
      <w:pPr>
        <w:pStyle w:val="CommentText"/>
        <w:jc w:val="center"/>
        <w:rPr>
          <w:color w:val="FF0000"/>
        </w:rPr>
      </w:pPr>
      <w:r>
        <w:rPr>
          <w:color w:val="FF0000"/>
        </w:rPr>
        <w:t>Please use this template as a starting point. Change anything that is highlighted in yellow to make the release more personalized and geared towards you/your RE/MAX office.</w:t>
      </w:r>
    </w:p>
    <w:p w14:paraId="3D4468C1" w14:textId="77777777" w:rsidR="00CC1EA6" w:rsidRPr="00CC1EA6" w:rsidRDefault="00CC1EA6" w:rsidP="00CC1EA6">
      <w:pPr>
        <w:jc w:val="center"/>
        <w:rPr>
          <w:rFonts w:ascii="Cambria" w:hAnsi="Cambria"/>
          <w:b/>
          <w:sz w:val="40"/>
          <w:szCs w:val="40"/>
        </w:rPr>
      </w:pPr>
      <w:r>
        <w:rPr>
          <w:b/>
          <w:color w:val="FF0000"/>
        </w:rPr>
        <w:t>Don’t forget to delete these instructions when you’ve finished editing the document!</w:t>
      </w:r>
      <w:r>
        <w:rPr>
          <w:b/>
        </w:rPr>
        <w:t xml:space="preserve"> </w:t>
      </w:r>
      <w:r>
        <w:rPr>
          <w:color w:val="FF0000"/>
        </w:rPr>
        <w:t>Feel free to reach out to your regional PR contact with any questions or concerns.</w:t>
      </w:r>
    </w:p>
    <w:p w14:paraId="0473918E" w14:textId="77777777" w:rsidR="00472DA0" w:rsidRPr="003500A4" w:rsidRDefault="002B3F87" w:rsidP="00665F53">
      <w:pPr>
        <w:autoSpaceDE w:val="0"/>
        <w:autoSpaceDN w:val="0"/>
        <w:adjustRightInd w:val="0"/>
        <w:jc w:val="center"/>
        <w:rPr>
          <w:rFonts w:ascii="Cambria" w:hAnsi="Cambria"/>
          <w:b/>
          <w:sz w:val="44"/>
          <w:szCs w:val="44"/>
        </w:rPr>
      </w:pPr>
      <w:r w:rsidRPr="003500A4">
        <w:rPr>
          <w:rFonts w:ascii="Cambria" w:hAnsi="Cambria"/>
          <w:b/>
          <w:sz w:val="44"/>
          <w:szCs w:val="44"/>
        </w:rPr>
        <w:t>RE/MAX Agent</w:t>
      </w:r>
      <w:r w:rsidR="00472DA0" w:rsidRPr="003500A4">
        <w:rPr>
          <w:rFonts w:ascii="Cambria" w:hAnsi="Cambria"/>
          <w:b/>
          <w:sz w:val="44"/>
          <w:szCs w:val="44"/>
        </w:rPr>
        <w:t xml:space="preserve"> </w:t>
      </w:r>
      <w:r w:rsidR="00472DA0" w:rsidRPr="005F5DAC">
        <w:rPr>
          <w:rFonts w:ascii="Cambria" w:hAnsi="Cambria"/>
          <w:b/>
          <w:sz w:val="44"/>
          <w:szCs w:val="44"/>
          <w:highlight w:val="yellow"/>
        </w:rPr>
        <w:t>(</w:t>
      </w:r>
      <w:r w:rsidR="00472DA0" w:rsidRPr="005F5DAC">
        <w:rPr>
          <w:rFonts w:ascii="Cambria" w:hAnsi="Cambria"/>
          <w:b/>
          <w:bCs/>
          <w:iCs/>
          <w:sz w:val="44"/>
          <w:szCs w:val="44"/>
          <w:highlight w:val="yellow"/>
        </w:rPr>
        <w:t>N</w:t>
      </w:r>
      <w:r w:rsidR="00703557" w:rsidRPr="005F5DAC">
        <w:rPr>
          <w:rFonts w:ascii="Cambria" w:hAnsi="Cambria"/>
          <w:b/>
          <w:bCs/>
          <w:iCs/>
          <w:sz w:val="44"/>
          <w:szCs w:val="44"/>
          <w:highlight w:val="yellow"/>
        </w:rPr>
        <w:t>ame</w:t>
      </w:r>
      <w:r w:rsidR="00472DA0" w:rsidRPr="005F5DAC">
        <w:rPr>
          <w:rFonts w:ascii="Cambria" w:hAnsi="Cambria"/>
          <w:b/>
          <w:sz w:val="44"/>
          <w:szCs w:val="44"/>
          <w:highlight w:val="yellow"/>
        </w:rPr>
        <w:t>)</w:t>
      </w:r>
      <w:r w:rsidR="002C497B" w:rsidRPr="003500A4">
        <w:rPr>
          <w:rFonts w:ascii="Cambria" w:hAnsi="Cambria"/>
          <w:b/>
          <w:sz w:val="44"/>
          <w:szCs w:val="44"/>
        </w:rPr>
        <w:t xml:space="preserve"> </w:t>
      </w:r>
      <w:r w:rsidR="00472DA0" w:rsidRPr="003500A4">
        <w:rPr>
          <w:rFonts w:ascii="Cambria" w:hAnsi="Cambria"/>
          <w:b/>
          <w:sz w:val="44"/>
          <w:szCs w:val="44"/>
        </w:rPr>
        <w:t>E</w:t>
      </w:r>
      <w:r w:rsidRPr="003500A4">
        <w:rPr>
          <w:rFonts w:ascii="Cambria" w:hAnsi="Cambria"/>
          <w:b/>
          <w:sz w:val="44"/>
          <w:szCs w:val="44"/>
        </w:rPr>
        <w:t xml:space="preserve">arns </w:t>
      </w:r>
      <w:r w:rsidR="003D1113">
        <w:rPr>
          <w:rFonts w:ascii="Cambria" w:hAnsi="Cambria"/>
          <w:b/>
          <w:sz w:val="44"/>
          <w:szCs w:val="44"/>
        </w:rPr>
        <w:t xml:space="preserve">Paramount of Excellence </w:t>
      </w:r>
      <w:r w:rsidR="00472DA0" w:rsidRPr="003500A4">
        <w:rPr>
          <w:rFonts w:ascii="Cambria" w:hAnsi="Cambria"/>
          <w:b/>
          <w:sz w:val="44"/>
          <w:szCs w:val="44"/>
        </w:rPr>
        <w:t>A</w:t>
      </w:r>
      <w:r w:rsidRPr="003500A4">
        <w:rPr>
          <w:rFonts w:ascii="Cambria" w:hAnsi="Cambria"/>
          <w:b/>
          <w:sz w:val="44"/>
          <w:szCs w:val="44"/>
        </w:rPr>
        <w:t>ward</w:t>
      </w:r>
    </w:p>
    <w:p w14:paraId="60A3951A" w14:textId="77777777" w:rsidR="006619B3" w:rsidRPr="00741296" w:rsidRDefault="006619B3" w:rsidP="006619B3">
      <w:pPr>
        <w:autoSpaceDE w:val="0"/>
        <w:autoSpaceDN w:val="0"/>
        <w:adjustRightInd w:val="0"/>
        <w:jc w:val="center"/>
        <w:rPr>
          <w:rFonts w:ascii="Cambria" w:hAnsi="Cambria" w:cs="CalistoMT-Italic"/>
          <w:i/>
          <w:iCs/>
          <w:sz w:val="26"/>
          <w:szCs w:val="26"/>
        </w:rPr>
      </w:pPr>
      <w:r w:rsidRPr="00741296">
        <w:rPr>
          <w:rFonts w:ascii="Cambria" w:hAnsi="Cambria" w:cs="CalistoMT-Italic"/>
          <w:i/>
          <w:iCs/>
          <w:sz w:val="26"/>
          <w:szCs w:val="26"/>
        </w:rPr>
        <w:t>RE/MAX Recognizes Local Agent for Outstanding Business Performance</w:t>
      </w:r>
    </w:p>
    <w:p w14:paraId="7E9C0033" w14:textId="77777777" w:rsidR="00472DA0" w:rsidRPr="003500A4" w:rsidRDefault="00472DA0" w:rsidP="00665F53">
      <w:pPr>
        <w:autoSpaceDE w:val="0"/>
        <w:autoSpaceDN w:val="0"/>
        <w:adjustRightInd w:val="0"/>
        <w:rPr>
          <w:rFonts w:ascii="Calibri" w:hAnsi="Calibri" w:cs="CalistoMT-Italic"/>
          <w:i/>
          <w:iCs/>
          <w:sz w:val="24"/>
        </w:rPr>
      </w:pPr>
    </w:p>
    <w:p w14:paraId="41C0AB19" w14:textId="4AEF47C4" w:rsidR="00472DA0" w:rsidRDefault="00DD6DBE" w:rsidP="00A66414">
      <w:pPr>
        <w:autoSpaceDE w:val="0"/>
        <w:autoSpaceDN w:val="0"/>
        <w:adjustRightInd w:val="0"/>
        <w:spacing w:line="276" w:lineRule="auto"/>
        <w:rPr>
          <w:rFonts w:ascii="Calibri" w:hAnsi="Calibri"/>
          <w:sz w:val="24"/>
        </w:rPr>
      </w:pPr>
      <w:r w:rsidRPr="006619B3">
        <w:rPr>
          <w:rFonts w:ascii="Calibri" w:hAnsi="Calibri"/>
          <w:b/>
          <w:iCs/>
          <w:sz w:val="24"/>
          <w:highlight w:val="yellow"/>
        </w:rPr>
        <w:t xml:space="preserve">CITY, State, </w:t>
      </w:r>
      <w:r w:rsidR="001408B7" w:rsidRPr="006619B3">
        <w:rPr>
          <w:rFonts w:ascii="Calibri" w:hAnsi="Calibri"/>
          <w:iCs/>
          <w:sz w:val="24"/>
          <w:highlight w:val="yellow"/>
        </w:rPr>
        <w:t>Date</w:t>
      </w:r>
      <w:r w:rsidR="00472DA0" w:rsidRPr="003500A4">
        <w:rPr>
          <w:rFonts w:ascii="Calibri" w:hAnsi="Calibri"/>
          <w:i/>
          <w:iCs/>
          <w:sz w:val="24"/>
        </w:rPr>
        <w:t xml:space="preserve"> </w:t>
      </w:r>
      <w:r w:rsidR="00472DA0" w:rsidRPr="003500A4">
        <w:rPr>
          <w:rFonts w:ascii="Calibri" w:hAnsi="Calibri"/>
          <w:sz w:val="24"/>
        </w:rPr>
        <w:t xml:space="preserve">- </w:t>
      </w:r>
      <w:r w:rsidR="00A34EA9" w:rsidRPr="00A34EA9">
        <w:rPr>
          <w:rFonts w:ascii="Calibri" w:hAnsi="Calibri"/>
          <w:sz w:val="24"/>
        </w:rPr>
        <w:t xml:space="preserve">RE/MAX, the most productive real estate network in the world*, presented </w:t>
      </w:r>
      <w:r w:rsidR="00472DA0" w:rsidRPr="006619B3">
        <w:rPr>
          <w:rFonts w:ascii="Calibri" w:hAnsi="Calibri"/>
          <w:sz w:val="24"/>
          <w:highlight w:val="yellow"/>
        </w:rPr>
        <w:t>(</w:t>
      </w:r>
      <w:r w:rsidR="006619B3" w:rsidRPr="006619B3">
        <w:rPr>
          <w:rFonts w:ascii="Calibri" w:hAnsi="Calibri"/>
          <w:sz w:val="24"/>
          <w:highlight w:val="yellow"/>
        </w:rPr>
        <w:t xml:space="preserve">First and Last </w:t>
      </w:r>
      <w:r w:rsidR="00472DA0" w:rsidRPr="006619B3">
        <w:rPr>
          <w:rFonts w:ascii="Calibri" w:hAnsi="Calibri"/>
          <w:iCs/>
          <w:sz w:val="24"/>
          <w:highlight w:val="yellow"/>
        </w:rPr>
        <w:t>N</w:t>
      </w:r>
      <w:r w:rsidR="002B3F87" w:rsidRPr="006619B3">
        <w:rPr>
          <w:rFonts w:ascii="Calibri" w:hAnsi="Calibri"/>
          <w:iCs/>
          <w:sz w:val="24"/>
          <w:highlight w:val="yellow"/>
        </w:rPr>
        <w:t>ame</w:t>
      </w:r>
      <w:r w:rsidR="00472DA0" w:rsidRPr="006619B3">
        <w:rPr>
          <w:rFonts w:ascii="Calibri" w:hAnsi="Calibri"/>
          <w:sz w:val="24"/>
          <w:highlight w:val="yellow"/>
        </w:rPr>
        <w:t>)</w:t>
      </w:r>
      <w:r w:rsidR="00A34EA9">
        <w:rPr>
          <w:rFonts w:ascii="Calibri" w:hAnsi="Calibri"/>
          <w:sz w:val="24"/>
        </w:rPr>
        <w:t xml:space="preserve"> of</w:t>
      </w:r>
      <w:r w:rsidR="00472DA0" w:rsidRPr="00E20219">
        <w:rPr>
          <w:rFonts w:ascii="Calibri" w:hAnsi="Calibri"/>
          <w:sz w:val="24"/>
        </w:rPr>
        <w:t xml:space="preserve"> RE/MAX </w:t>
      </w:r>
      <w:r w:rsidR="00472DA0" w:rsidRPr="006619B3">
        <w:rPr>
          <w:rFonts w:ascii="Calibri" w:hAnsi="Calibri"/>
          <w:iCs/>
          <w:sz w:val="24"/>
          <w:highlight w:val="yellow"/>
        </w:rPr>
        <w:t>(O</w:t>
      </w:r>
      <w:r w:rsidR="002B3F87" w:rsidRPr="006619B3">
        <w:rPr>
          <w:rFonts w:ascii="Calibri" w:hAnsi="Calibri"/>
          <w:iCs/>
          <w:sz w:val="24"/>
          <w:highlight w:val="yellow"/>
        </w:rPr>
        <w:t>ffice)</w:t>
      </w:r>
      <w:r w:rsidR="00472DA0" w:rsidRPr="00E20219">
        <w:rPr>
          <w:rFonts w:ascii="Calibri" w:hAnsi="Calibri"/>
          <w:iCs/>
          <w:sz w:val="24"/>
        </w:rPr>
        <w:t xml:space="preserve">, </w:t>
      </w:r>
      <w:r w:rsidR="00A34EA9">
        <w:rPr>
          <w:rFonts w:ascii="Calibri" w:hAnsi="Calibri"/>
          <w:sz w:val="24"/>
        </w:rPr>
        <w:t>with</w:t>
      </w:r>
      <w:r w:rsidR="00472DA0" w:rsidRPr="00E20219">
        <w:rPr>
          <w:rFonts w:ascii="Calibri" w:hAnsi="Calibri"/>
          <w:sz w:val="24"/>
        </w:rPr>
        <w:t xml:space="preserve"> the RE/MAX </w:t>
      </w:r>
      <w:r w:rsidR="003D1113">
        <w:rPr>
          <w:rFonts w:ascii="Calibri" w:hAnsi="Calibri"/>
          <w:sz w:val="24"/>
        </w:rPr>
        <w:t>Paramount of Excellence</w:t>
      </w:r>
      <w:r w:rsidR="000F3650" w:rsidRPr="00E20219">
        <w:rPr>
          <w:rFonts w:ascii="Calibri" w:hAnsi="Calibri"/>
          <w:sz w:val="24"/>
        </w:rPr>
        <w:t xml:space="preserve"> </w:t>
      </w:r>
      <w:r w:rsidR="00472DA0" w:rsidRPr="00E20219">
        <w:rPr>
          <w:rFonts w:ascii="Calibri" w:hAnsi="Calibri"/>
          <w:sz w:val="24"/>
        </w:rPr>
        <w:t>Award</w:t>
      </w:r>
      <w:r w:rsidR="00A34EA9">
        <w:rPr>
          <w:rFonts w:ascii="Calibri" w:hAnsi="Calibri"/>
          <w:sz w:val="24"/>
        </w:rPr>
        <w:t xml:space="preserve">, </w:t>
      </w:r>
      <w:r w:rsidR="003D1113">
        <w:rPr>
          <w:rFonts w:ascii="Calibri" w:hAnsi="Calibri"/>
          <w:sz w:val="24"/>
        </w:rPr>
        <w:t>the highest level of the network’s career awards. The award</w:t>
      </w:r>
      <w:r w:rsidR="008D155D">
        <w:rPr>
          <w:rFonts w:ascii="Calibri" w:hAnsi="Calibri"/>
          <w:sz w:val="24"/>
        </w:rPr>
        <w:t xml:space="preserve"> </w:t>
      </w:r>
      <w:r w:rsidR="00472DA0" w:rsidRPr="00E20219">
        <w:rPr>
          <w:rFonts w:ascii="Calibri" w:hAnsi="Calibri"/>
          <w:sz w:val="24"/>
        </w:rPr>
        <w:t>honors highly successful age</w:t>
      </w:r>
      <w:r w:rsidR="00DD57C5" w:rsidRPr="00E20219">
        <w:rPr>
          <w:rFonts w:ascii="Calibri" w:hAnsi="Calibri"/>
          <w:sz w:val="24"/>
        </w:rPr>
        <w:t>nts who have earned more than $</w:t>
      </w:r>
      <w:r w:rsidR="003D1113">
        <w:rPr>
          <w:rFonts w:ascii="Calibri" w:hAnsi="Calibri"/>
          <w:sz w:val="24"/>
        </w:rPr>
        <w:t>3</w:t>
      </w:r>
      <w:r w:rsidR="00DD57C5" w:rsidRPr="00E20219">
        <w:rPr>
          <w:rFonts w:ascii="Calibri" w:hAnsi="Calibri"/>
          <w:sz w:val="24"/>
        </w:rPr>
        <w:t>0</w:t>
      </w:r>
      <w:r w:rsidR="00472DA0" w:rsidRPr="00E20219">
        <w:rPr>
          <w:rFonts w:ascii="Calibri" w:hAnsi="Calibri"/>
          <w:sz w:val="24"/>
        </w:rPr>
        <w:t xml:space="preserve"> million in commissions </w:t>
      </w:r>
      <w:r w:rsidR="00472DA0" w:rsidRPr="00A34EA9">
        <w:rPr>
          <w:rFonts w:ascii="Calibri" w:hAnsi="Calibri"/>
          <w:i/>
          <w:iCs/>
          <w:sz w:val="24"/>
        </w:rPr>
        <w:t>and</w:t>
      </w:r>
      <w:r w:rsidR="00472DA0" w:rsidRPr="00E20219">
        <w:rPr>
          <w:rFonts w:ascii="Calibri" w:hAnsi="Calibri"/>
          <w:sz w:val="24"/>
        </w:rPr>
        <w:t xml:space="preserve"> </w:t>
      </w:r>
      <w:r w:rsidR="00030CD5" w:rsidRPr="00E20219">
        <w:rPr>
          <w:rFonts w:ascii="Calibri" w:hAnsi="Calibri"/>
          <w:sz w:val="24"/>
        </w:rPr>
        <w:t xml:space="preserve">have </w:t>
      </w:r>
      <w:r w:rsidR="00DD57C5" w:rsidRPr="00E20219">
        <w:rPr>
          <w:rFonts w:ascii="Calibri" w:hAnsi="Calibri"/>
          <w:sz w:val="24"/>
        </w:rPr>
        <w:t xml:space="preserve">completed </w:t>
      </w:r>
      <w:r w:rsidR="003D1113">
        <w:rPr>
          <w:rFonts w:ascii="Calibri" w:hAnsi="Calibri"/>
          <w:sz w:val="24"/>
        </w:rPr>
        <w:t>3</w:t>
      </w:r>
      <w:r w:rsidR="00DD57C5" w:rsidRPr="00E20219">
        <w:rPr>
          <w:rFonts w:ascii="Calibri" w:hAnsi="Calibri"/>
          <w:sz w:val="24"/>
        </w:rPr>
        <w:t>0</w:t>
      </w:r>
      <w:r w:rsidR="00472DA0" w:rsidRPr="00E20219">
        <w:rPr>
          <w:rFonts w:ascii="Calibri" w:hAnsi="Calibri"/>
          <w:sz w:val="24"/>
        </w:rPr>
        <w:t xml:space="preserve"> years of service with the company. </w:t>
      </w:r>
      <w:r w:rsidR="00043022">
        <w:rPr>
          <w:rFonts w:ascii="Calibri" w:hAnsi="Calibri"/>
          <w:sz w:val="24"/>
        </w:rPr>
        <w:t xml:space="preserve">The Paramount of Excellence is the highest level of the network’s career awards. </w:t>
      </w:r>
    </w:p>
    <w:p w14:paraId="1541E890" w14:textId="1C838ED1" w:rsidR="00A34EA9" w:rsidRDefault="00A34EA9" w:rsidP="00A66414">
      <w:pPr>
        <w:autoSpaceDE w:val="0"/>
        <w:autoSpaceDN w:val="0"/>
        <w:adjustRightInd w:val="0"/>
        <w:spacing w:line="276" w:lineRule="auto"/>
        <w:rPr>
          <w:rFonts w:ascii="Calibri" w:hAnsi="Calibri"/>
          <w:sz w:val="24"/>
        </w:rPr>
      </w:pPr>
    </w:p>
    <w:p w14:paraId="7E0AABBC" w14:textId="06935EE7" w:rsidR="00A34EA9" w:rsidRPr="00E20219" w:rsidRDefault="00A34EA9" w:rsidP="00A66414">
      <w:pPr>
        <w:autoSpaceDE w:val="0"/>
        <w:autoSpaceDN w:val="0"/>
        <w:adjustRightInd w:val="0"/>
        <w:spacing w:line="276" w:lineRule="auto"/>
        <w:rPr>
          <w:rFonts w:ascii="Calibri" w:hAnsi="Calibri"/>
          <w:sz w:val="24"/>
        </w:rPr>
      </w:pPr>
      <w:r w:rsidRPr="00A34EA9">
        <w:rPr>
          <w:rFonts w:ascii="Calibri" w:hAnsi="Calibri"/>
          <w:sz w:val="24"/>
        </w:rPr>
        <w:t xml:space="preserve"> (</w:t>
      </w:r>
      <w:r w:rsidRPr="00A34EA9">
        <w:rPr>
          <w:rFonts w:ascii="Calibri" w:hAnsi="Calibri"/>
          <w:iCs/>
          <w:sz w:val="24"/>
        </w:rPr>
        <w:t>First and Last Name</w:t>
      </w:r>
      <w:r w:rsidRPr="00A34EA9">
        <w:rPr>
          <w:rFonts w:ascii="Calibri" w:hAnsi="Calibri"/>
          <w:sz w:val="24"/>
        </w:rPr>
        <w:t xml:space="preserve">) of RE/MAX </w:t>
      </w:r>
      <w:r w:rsidRPr="00A34EA9">
        <w:rPr>
          <w:rFonts w:ascii="Calibri" w:hAnsi="Calibri"/>
          <w:iCs/>
          <w:sz w:val="24"/>
        </w:rPr>
        <w:t xml:space="preserve">(Office), </w:t>
      </w:r>
      <w:r w:rsidRPr="00A34EA9">
        <w:rPr>
          <w:rFonts w:ascii="Calibri" w:hAnsi="Calibri"/>
          <w:sz w:val="24"/>
        </w:rPr>
        <w:t>with the RE/MAX Circle of Legends Award. This award recognizes high achieving RE/MAX associates for their 10 years of service with the company as well as their outstanding commitment of professionalism and trust to clients.</w:t>
      </w:r>
    </w:p>
    <w:p w14:paraId="1770C09E" w14:textId="77777777" w:rsidR="00815D68" w:rsidRDefault="00815D68" w:rsidP="00A66414">
      <w:pPr>
        <w:autoSpaceDE w:val="0"/>
        <w:autoSpaceDN w:val="0"/>
        <w:adjustRightInd w:val="0"/>
        <w:spacing w:line="276" w:lineRule="auto"/>
        <w:rPr>
          <w:rFonts w:ascii="Calibri" w:hAnsi="Calibri"/>
          <w:sz w:val="24"/>
        </w:rPr>
      </w:pPr>
    </w:p>
    <w:p w14:paraId="5B9A1B67" w14:textId="3BEBD617" w:rsidR="006619B3" w:rsidRDefault="006619B3" w:rsidP="00A66414">
      <w:pPr>
        <w:autoSpaceDE w:val="0"/>
        <w:autoSpaceDN w:val="0"/>
        <w:spacing w:line="276" w:lineRule="auto"/>
        <w:rPr>
          <w:rFonts w:ascii="Calibri" w:hAnsi="Calibri"/>
          <w:sz w:val="24"/>
        </w:rPr>
      </w:pPr>
      <w:r w:rsidRPr="004D4685">
        <w:rPr>
          <w:rFonts w:ascii="Calibri" w:hAnsi="Calibri"/>
          <w:sz w:val="24"/>
        </w:rPr>
        <w:t>“</w:t>
      </w:r>
      <w:r w:rsidR="003D1113">
        <w:rPr>
          <w:rFonts w:ascii="Calibri" w:hAnsi="Calibri"/>
          <w:sz w:val="24"/>
        </w:rPr>
        <w:t>This honor is the result of decades of (</w:t>
      </w:r>
      <w:r w:rsidR="003D1113" w:rsidRPr="003D1113">
        <w:rPr>
          <w:rFonts w:ascii="Calibri" w:hAnsi="Calibri"/>
          <w:sz w:val="24"/>
          <w:highlight w:val="yellow"/>
        </w:rPr>
        <w:t>First name’s</w:t>
      </w:r>
      <w:r w:rsidR="003D1113">
        <w:rPr>
          <w:rFonts w:ascii="Calibri" w:hAnsi="Calibri"/>
          <w:sz w:val="24"/>
        </w:rPr>
        <w:t>) service to</w:t>
      </w:r>
      <w:r w:rsidR="003D1113" w:rsidRPr="004D4685">
        <w:rPr>
          <w:rFonts w:ascii="Calibri" w:hAnsi="Calibri"/>
          <w:sz w:val="24"/>
        </w:rPr>
        <w:t xml:space="preserve"> clients, consumers and </w:t>
      </w:r>
      <w:r w:rsidR="003D1113">
        <w:rPr>
          <w:rFonts w:ascii="Calibri" w:hAnsi="Calibri"/>
          <w:sz w:val="24"/>
        </w:rPr>
        <w:t xml:space="preserve">our </w:t>
      </w:r>
      <w:r w:rsidR="003D1113" w:rsidRPr="004D4685">
        <w:rPr>
          <w:rFonts w:ascii="Calibri" w:hAnsi="Calibri"/>
          <w:sz w:val="24"/>
        </w:rPr>
        <w:t>community</w:t>
      </w:r>
      <w:r w:rsidR="003D1113">
        <w:rPr>
          <w:rFonts w:ascii="Calibri" w:hAnsi="Calibri"/>
          <w:sz w:val="24"/>
        </w:rPr>
        <w:t xml:space="preserve">,” </w:t>
      </w:r>
      <w:r w:rsidRPr="004D4685">
        <w:rPr>
          <w:rFonts w:ascii="Calibri" w:hAnsi="Calibri"/>
          <w:sz w:val="24"/>
        </w:rPr>
        <w:t xml:space="preserve">said </w:t>
      </w:r>
      <w:r w:rsidRPr="004D4685">
        <w:rPr>
          <w:rFonts w:ascii="Calibri" w:hAnsi="Calibri"/>
          <w:sz w:val="24"/>
          <w:highlight w:val="yellow"/>
        </w:rPr>
        <w:t>(</w:t>
      </w:r>
      <w:r w:rsidR="00F17074">
        <w:rPr>
          <w:rFonts w:ascii="Calibri" w:hAnsi="Calibri"/>
          <w:sz w:val="24"/>
          <w:highlight w:val="yellow"/>
        </w:rPr>
        <w:t>Broker/Owner First and Last Name</w:t>
      </w:r>
      <w:r w:rsidRPr="004D4685">
        <w:rPr>
          <w:rFonts w:ascii="Calibri" w:hAnsi="Calibri"/>
          <w:sz w:val="24"/>
          <w:highlight w:val="yellow"/>
        </w:rPr>
        <w:t>)</w:t>
      </w:r>
      <w:r w:rsidRPr="004D4685">
        <w:rPr>
          <w:rFonts w:ascii="Calibri" w:hAnsi="Calibri"/>
          <w:sz w:val="24"/>
        </w:rPr>
        <w:t xml:space="preserve">, </w:t>
      </w:r>
      <w:r w:rsidR="00F17074">
        <w:rPr>
          <w:rFonts w:ascii="Calibri" w:hAnsi="Calibri"/>
          <w:sz w:val="24"/>
        </w:rPr>
        <w:t xml:space="preserve">Broker/Owner </w:t>
      </w:r>
      <w:r w:rsidRPr="004D4685">
        <w:rPr>
          <w:rFonts w:ascii="Calibri" w:hAnsi="Calibri"/>
          <w:sz w:val="24"/>
        </w:rPr>
        <w:t xml:space="preserve">of the RE/MAX </w:t>
      </w:r>
      <w:r w:rsidRPr="004D4685">
        <w:rPr>
          <w:rFonts w:ascii="Calibri" w:hAnsi="Calibri"/>
          <w:sz w:val="24"/>
          <w:highlight w:val="yellow"/>
        </w:rPr>
        <w:t>(</w:t>
      </w:r>
      <w:r w:rsidR="00F17074">
        <w:rPr>
          <w:rFonts w:ascii="Calibri" w:hAnsi="Calibri"/>
          <w:sz w:val="24"/>
          <w:highlight w:val="yellow"/>
        </w:rPr>
        <w:t>Office</w:t>
      </w:r>
      <w:r w:rsidRPr="004D4685">
        <w:rPr>
          <w:rFonts w:ascii="Calibri" w:hAnsi="Calibri"/>
          <w:sz w:val="24"/>
          <w:highlight w:val="yellow"/>
        </w:rPr>
        <w:t>)</w:t>
      </w:r>
      <w:r w:rsidRPr="004D4685">
        <w:rPr>
          <w:rFonts w:ascii="Calibri" w:hAnsi="Calibri"/>
          <w:sz w:val="24"/>
        </w:rPr>
        <w:t xml:space="preserve"> </w:t>
      </w:r>
      <w:r w:rsidR="00F17074">
        <w:rPr>
          <w:rFonts w:ascii="Calibri" w:hAnsi="Calibri"/>
          <w:sz w:val="24"/>
        </w:rPr>
        <w:t xml:space="preserve">in </w:t>
      </w:r>
      <w:r w:rsidR="00F17074" w:rsidRPr="00F17074">
        <w:rPr>
          <w:rFonts w:ascii="Calibri" w:hAnsi="Calibri"/>
          <w:sz w:val="24"/>
          <w:highlight w:val="yellow"/>
        </w:rPr>
        <w:t>(City, State)</w:t>
      </w:r>
      <w:r w:rsidRPr="004D4685">
        <w:rPr>
          <w:rFonts w:ascii="Calibri" w:hAnsi="Calibri"/>
          <w:sz w:val="24"/>
        </w:rPr>
        <w:t>. “</w:t>
      </w:r>
      <w:r w:rsidR="003D1113">
        <w:rPr>
          <w:rFonts w:ascii="Calibri" w:hAnsi="Calibri"/>
          <w:sz w:val="24"/>
        </w:rPr>
        <w:t xml:space="preserve">The Paramount of Excellence </w:t>
      </w:r>
      <w:r w:rsidRPr="004D4685">
        <w:rPr>
          <w:rFonts w:ascii="Calibri" w:hAnsi="Calibri"/>
          <w:sz w:val="24"/>
        </w:rPr>
        <w:t xml:space="preserve">is a </w:t>
      </w:r>
      <w:r w:rsidR="003D1113">
        <w:rPr>
          <w:rFonts w:ascii="Calibri" w:hAnsi="Calibri"/>
          <w:sz w:val="24"/>
        </w:rPr>
        <w:t xml:space="preserve">career-defining </w:t>
      </w:r>
      <w:r w:rsidR="0095741F">
        <w:rPr>
          <w:rFonts w:ascii="Calibri" w:hAnsi="Calibri"/>
          <w:sz w:val="24"/>
        </w:rPr>
        <w:t xml:space="preserve">accomplishment </w:t>
      </w:r>
      <w:r w:rsidR="003D1113">
        <w:rPr>
          <w:rFonts w:ascii="Calibri" w:hAnsi="Calibri"/>
          <w:sz w:val="24"/>
        </w:rPr>
        <w:t xml:space="preserve">that represents </w:t>
      </w:r>
      <w:r w:rsidR="00A34EA9">
        <w:rPr>
          <w:rFonts w:ascii="Calibri" w:hAnsi="Calibri"/>
          <w:sz w:val="24"/>
        </w:rPr>
        <w:t>trust</w:t>
      </w:r>
      <w:r w:rsidR="00A34EA9">
        <w:rPr>
          <w:rFonts w:ascii="Calibri" w:hAnsi="Calibri"/>
          <w:sz w:val="24"/>
        </w:rPr>
        <w:t xml:space="preserve">, </w:t>
      </w:r>
      <w:proofErr w:type="gramStart"/>
      <w:r w:rsidR="00A34EA9">
        <w:rPr>
          <w:rFonts w:ascii="Calibri" w:hAnsi="Calibri"/>
          <w:sz w:val="24"/>
        </w:rPr>
        <w:t>professionalism</w:t>
      </w:r>
      <w:proofErr w:type="gramEnd"/>
      <w:r w:rsidR="00A34EA9">
        <w:rPr>
          <w:rFonts w:ascii="Calibri" w:hAnsi="Calibri"/>
          <w:sz w:val="24"/>
        </w:rPr>
        <w:t xml:space="preserve"> and </w:t>
      </w:r>
      <w:r w:rsidR="003D1113">
        <w:rPr>
          <w:rFonts w:ascii="Calibri" w:hAnsi="Calibri"/>
          <w:sz w:val="24"/>
        </w:rPr>
        <w:t>an unmatched commitment to the industry. W</w:t>
      </w:r>
      <w:r w:rsidR="0095741F">
        <w:rPr>
          <w:rFonts w:ascii="Calibri" w:hAnsi="Calibri"/>
          <w:sz w:val="24"/>
        </w:rPr>
        <w:t>e’</w:t>
      </w:r>
      <w:r w:rsidRPr="004D4685">
        <w:rPr>
          <w:rFonts w:ascii="Calibri" w:hAnsi="Calibri"/>
          <w:sz w:val="24"/>
        </w:rPr>
        <w:t xml:space="preserve">re extremely proud </w:t>
      </w:r>
      <w:r w:rsidR="00F17074">
        <w:rPr>
          <w:rFonts w:ascii="Calibri" w:hAnsi="Calibri"/>
          <w:sz w:val="24"/>
        </w:rPr>
        <w:t>to call</w:t>
      </w:r>
      <w:r w:rsidRPr="004D4685">
        <w:rPr>
          <w:rFonts w:ascii="Calibri" w:hAnsi="Calibri"/>
          <w:sz w:val="24"/>
        </w:rPr>
        <w:t xml:space="preserve"> </w:t>
      </w:r>
      <w:r w:rsidRPr="004D4685">
        <w:rPr>
          <w:rFonts w:ascii="Calibri" w:hAnsi="Calibri"/>
          <w:sz w:val="24"/>
          <w:highlight w:val="yellow"/>
        </w:rPr>
        <w:t>(First name)</w:t>
      </w:r>
      <w:r>
        <w:rPr>
          <w:rFonts w:ascii="Calibri" w:hAnsi="Calibri"/>
          <w:sz w:val="24"/>
        </w:rPr>
        <w:t xml:space="preserve"> a member of </w:t>
      </w:r>
      <w:r w:rsidR="00F17074">
        <w:rPr>
          <w:rFonts w:ascii="Calibri" w:hAnsi="Calibri"/>
          <w:sz w:val="24"/>
        </w:rPr>
        <w:t xml:space="preserve">our team.” </w:t>
      </w:r>
    </w:p>
    <w:p w14:paraId="421A2C7D" w14:textId="77777777" w:rsidR="006619B3" w:rsidRPr="00E20219" w:rsidRDefault="006619B3" w:rsidP="00A66414">
      <w:pPr>
        <w:autoSpaceDE w:val="0"/>
        <w:autoSpaceDN w:val="0"/>
        <w:adjustRightInd w:val="0"/>
        <w:spacing w:line="276" w:lineRule="auto"/>
        <w:rPr>
          <w:rFonts w:ascii="Calibri" w:hAnsi="Calibri"/>
          <w:sz w:val="24"/>
        </w:rPr>
      </w:pPr>
    </w:p>
    <w:p w14:paraId="01298ABC" w14:textId="61811283" w:rsidR="006619B3" w:rsidRDefault="006619B3" w:rsidP="00A66414">
      <w:pPr>
        <w:autoSpaceDE w:val="0"/>
        <w:autoSpaceDN w:val="0"/>
        <w:adjustRightInd w:val="0"/>
        <w:spacing w:line="276" w:lineRule="auto"/>
        <w:rPr>
          <w:rFonts w:ascii="Calibri" w:hAnsi="Calibri"/>
          <w:iCs/>
          <w:sz w:val="24"/>
        </w:rPr>
      </w:pPr>
      <w:r w:rsidRPr="004D4685">
        <w:rPr>
          <w:rFonts w:ascii="Calibri" w:hAnsi="Calibri"/>
          <w:sz w:val="24"/>
          <w:highlight w:val="yellow"/>
        </w:rPr>
        <w:t>(</w:t>
      </w:r>
      <w:r w:rsidRPr="004D4685">
        <w:rPr>
          <w:rFonts w:ascii="Calibri" w:hAnsi="Calibri"/>
          <w:iCs/>
          <w:sz w:val="24"/>
          <w:highlight w:val="yellow"/>
        </w:rPr>
        <w:t>Last name)</w:t>
      </w:r>
      <w:r w:rsidRPr="004D4685">
        <w:rPr>
          <w:rFonts w:ascii="Calibri" w:hAnsi="Calibri"/>
          <w:iCs/>
          <w:sz w:val="24"/>
        </w:rPr>
        <w:t xml:space="preserve"> </w:t>
      </w:r>
      <w:r w:rsidRPr="004D4685">
        <w:rPr>
          <w:rFonts w:ascii="Calibri" w:hAnsi="Calibri"/>
          <w:sz w:val="24"/>
        </w:rPr>
        <w:t xml:space="preserve">has been working in the real estate industry for more than </w:t>
      </w:r>
      <w:r w:rsidRPr="004D4685">
        <w:rPr>
          <w:rFonts w:ascii="Calibri" w:hAnsi="Calibri"/>
          <w:sz w:val="24"/>
          <w:highlight w:val="yellow"/>
        </w:rPr>
        <w:t>(</w:t>
      </w:r>
      <w:r w:rsidRPr="004D4685">
        <w:rPr>
          <w:rFonts w:ascii="Calibri" w:hAnsi="Calibri"/>
          <w:iCs/>
          <w:sz w:val="24"/>
          <w:highlight w:val="yellow"/>
        </w:rPr>
        <w:t>Number)</w:t>
      </w:r>
      <w:r w:rsidRPr="004D4685">
        <w:rPr>
          <w:rFonts w:ascii="Calibri" w:hAnsi="Calibri"/>
          <w:iCs/>
          <w:sz w:val="24"/>
        </w:rPr>
        <w:t xml:space="preserve"> </w:t>
      </w:r>
      <w:r w:rsidRPr="004D4685">
        <w:rPr>
          <w:rFonts w:ascii="Calibri" w:hAnsi="Calibri"/>
          <w:sz w:val="24"/>
        </w:rPr>
        <w:t xml:space="preserve">years and has extensive experience in </w:t>
      </w:r>
      <w:r w:rsidRPr="004D4685">
        <w:rPr>
          <w:rFonts w:ascii="Calibri" w:hAnsi="Calibri"/>
          <w:iCs/>
          <w:sz w:val="24"/>
          <w:highlight w:val="yellow"/>
        </w:rPr>
        <w:t>(List specialties)</w:t>
      </w:r>
      <w:r w:rsidRPr="004D4685">
        <w:rPr>
          <w:rFonts w:ascii="Calibri" w:hAnsi="Calibri"/>
          <w:iCs/>
          <w:sz w:val="24"/>
        </w:rPr>
        <w:t xml:space="preserve">. </w:t>
      </w:r>
      <w:r w:rsidRPr="004D4685">
        <w:rPr>
          <w:rFonts w:ascii="Calibri" w:hAnsi="Calibri"/>
          <w:sz w:val="24"/>
        </w:rPr>
        <w:t xml:space="preserve">Among </w:t>
      </w:r>
      <w:r w:rsidRPr="004D4685">
        <w:rPr>
          <w:rFonts w:ascii="Calibri" w:hAnsi="Calibri"/>
          <w:sz w:val="24"/>
          <w:highlight w:val="yellow"/>
        </w:rPr>
        <w:t>(</w:t>
      </w:r>
      <w:r w:rsidRPr="004D4685">
        <w:rPr>
          <w:rFonts w:ascii="Calibri" w:hAnsi="Calibri"/>
          <w:iCs/>
          <w:sz w:val="24"/>
          <w:highlight w:val="yellow"/>
        </w:rPr>
        <w:t>Last name)</w:t>
      </w:r>
      <w:r w:rsidRPr="004D4685">
        <w:rPr>
          <w:rFonts w:ascii="Calibri" w:hAnsi="Calibri"/>
          <w:iCs/>
          <w:sz w:val="24"/>
        </w:rPr>
        <w:t>’</w:t>
      </w:r>
      <w:r w:rsidRPr="004D4685">
        <w:rPr>
          <w:rFonts w:ascii="Calibri" w:hAnsi="Calibri"/>
          <w:sz w:val="24"/>
        </w:rPr>
        <w:t xml:space="preserve">s list of achievements, </w:t>
      </w:r>
      <w:r w:rsidRPr="004D4685">
        <w:rPr>
          <w:rFonts w:ascii="Calibri" w:hAnsi="Calibri"/>
          <w:sz w:val="24"/>
          <w:highlight w:val="yellow"/>
        </w:rPr>
        <w:t>(he/she)</w:t>
      </w:r>
      <w:r w:rsidRPr="004D4685">
        <w:rPr>
          <w:rFonts w:ascii="Calibri" w:hAnsi="Calibri"/>
          <w:sz w:val="24"/>
        </w:rPr>
        <w:t xml:space="preserve"> has earned </w:t>
      </w:r>
      <w:r w:rsidRPr="004D4685">
        <w:rPr>
          <w:rFonts w:ascii="Calibri" w:hAnsi="Calibri"/>
          <w:iCs/>
          <w:sz w:val="24"/>
          <w:highlight w:val="yellow"/>
        </w:rPr>
        <w:t xml:space="preserve">(List other </w:t>
      </w:r>
      <w:r w:rsidR="005F5DAC">
        <w:rPr>
          <w:rFonts w:ascii="Calibri" w:hAnsi="Calibri"/>
          <w:iCs/>
          <w:sz w:val="24"/>
          <w:highlight w:val="yellow"/>
        </w:rPr>
        <w:t>designations</w:t>
      </w:r>
      <w:r w:rsidRPr="004D4685">
        <w:rPr>
          <w:rFonts w:ascii="Calibri" w:hAnsi="Calibri"/>
          <w:iCs/>
          <w:sz w:val="24"/>
          <w:highlight w:val="yellow"/>
        </w:rPr>
        <w:t>)</w:t>
      </w:r>
      <w:r w:rsidRPr="004D4685">
        <w:rPr>
          <w:rFonts w:ascii="Calibri" w:hAnsi="Calibri"/>
          <w:sz w:val="24"/>
        </w:rPr>
        <w:t>.</w:t>
      </w:r>
      <w:r>
        <w:rPr>
          <w:rFonts w:ascii="Calibri" w:hAnsi="Calibri"/>
          <w:sz w:val="24"/>
        </w:rPr>
        <w:t xml:space="preserve"> </w:t>
      </w:r>
      <w:r w:rsidRPr="004D4685">
        <w:rPr>
          <w:rFonts w:ascii="Calibri" w:hAnsi="Calibri"/>
          <w:sz w:val="24"/>
        </w:rPr>
        <w:t xml:space="preserve">In addition, </w:t>
      </w:r>
      <w:r w:rsidRPr="004D4685">
        <w:rPr>
          <w:rFonts w:ascii="Calibri" w:hAnsi="Calibri"/>
          <w:sz w:val="24"/>
          <w:highlight w:val="yellow"/>
        </w:rPr>
        <w:t>(</w:t>
      </w:r>
      <w:r w:rsidRPr="004D4685">
        <w:rPr>
          <w:rFonts w:ascii="Calibri" w:hAnsi="Calibri"/>
          <w:iCs/>
          <w:sz w:val="24"/>
          <w:highlight w:val="yellow"/>
        </w:rPr>
        <w:t>Last Name</w:t>
      </w:r>
      <w:r w:rsidRPr="004D4685">
        <w:rPr>
          <w:rFonts w:ascii="Calibri" w:hAnsi="Calibri"/>
          <w:sz w:val="24"/>
          <w:highlight w:val="yellow"/>
        </w:rPr>
        <w:t>)</w:t>
      </w:r>
      <w:r w:rsidRPr="004D4685">
        <w:rPr>
          <w:rFonts w:ascii="Calibri" w:hAnsi="Calibri"/>
          <w:sz w:val="24"/>
        </w:rPr>
        <w:t xml:space="preserve"> actively supports </w:t>
      </w:r>
      <w:r w:rsidRPr="004D4685">
        <w:rPr>
          <w:rFonts w:ascii="Calibri" w:hAnsi="Calibri"/>
          <w:sz w:val="24"/>
          <w:highlight w:val="yellow"/>
        </w:rPr>
        <w:t>(</w:t>
      </w:r>
      <w:r w:rsidRPr="004D4685">
        <w:rPr>
          <w:rFonts w:ascii="Calibri" w:hAnsi="Calibri"/>
          <w:iCs/>
          <w:sz w:val="24"/>
          <w:highlight w:val="yellow"/>
        </w:rPr>
        <w:t>List community and volunteer activities)</w:t>
      </w:r>
      <w:r w:rsidRPr="004D4685">
        <w:rPr>
          <w:rFonts w:ascii="Calibri" w:hAnsi="Calibri"/>
          <w:iCs/>
          <w:sz w:val="24"/>
        </w:rPr>
        <w:t>.</w:t>
      </w:r>
    </w:p>
    <w:p w14:paraId="2FB0037B" w14:textId="0E826200" w:rsidR="00A34EA9" w:rsidRPr="00A34EA9" w:rsidRDefault="00A34EA9" w:rsidP="00A66414">
      <w:pPr>
        <w:autoSpaceDE w:val="0"/>
        <w:autoSpaceDN w:val="0"/>
        <w:adjustRightInd w:val="0"/>
        <w:spacing w:line="276" w:lineRule="auto"/>
        <w:rPr>
          <w:rFonts w:ascii="Calibri" w:hAnsi="Calibri"/>
          <w:i/>
          <w:sz w:val="24"/>
        </w:rPr>
      </w:pPr>
    </w:p>
    <w:p w14:paraId="3AF64516" w14:textId="20037308" w:rsidR="00A34EA9" w:rsidRPr="00A34EA9" w:rsidRDefault="00A34EA9" w:rsidP="00A66414">
      <w:pPr>
        <w:autoSpaceDE w:val="0"/>
        <w:autoSpaceDN w:val="0"/>
        <w:adjustRightInd w:val="0"/>
        <w:spacing w:line="276" w:lineRule="auto"/>
        <w:rPr>
          <w:rFonts w:ascii="Calibri" w:hAnsi="Calibri"/>
          <w:i/>
          <w:sz w:val="24"/>
        </w:rPr>
      </w:pPr>
      <w:r w:rsidRPr="00A34EA9">
        <w:rPr>
          <w:rFonts w:ascii="Calibri" w:hAnsi="Calibri"/>
          <w:i/>
          <w:sz w:val="24"/>
        </w:rPr>
        <w:t>*As measured by residential transaction sides.</w:t>
      </w:r>
    </w:p>
    <w:p w14:paraId="3F60B014" w14:textId="77777777" w:rsidR="00A34EA9" w:rsidRPr="00E20219" w:rsidRDefault="00A34EA9" w:rsidP="00A66414">
      <w:pPr>
        <w:autoSpaceDE w:val="0"/>
        <w:autoSpaceDN w:val="0"/>
        <w:adjustRightInd w:val="0"/>
        <w:spacing w:line="276" w:lineRule="auto"/>
        <w:rPr>
          <w:rFonts w:ascii="Calibri" w:hAnsi="Calibri"/>
          <w:sz w:val="24"/>
        </w:rPr>
      </w:pPr>
    </w:p>
    <w:p w14:paraId="31BC012D" w14:textId="77777777" w:rsidR="004C43BA" w:rsidRPr="00281035" w:rsidRDefault="004C43BA" w:rsidP="00665F53">
      <w:pPr>
        <w:autoSpaceDE w:val="0"/>
        <w:autoSpaceDN w:val="0"/>
        <w:adjustRightInd w:val="0"/>
        <w:jc w:val="center"/>
        <w:rPr>
          <w:rFonts w:ascii="Times New Roman" w:hAnsi="Times New Roman"/>
          <w:sz w:val="24"/>
        </w:rPr>
      </w:pPr>
      <w:r w:rsidRPr="00281035">
        <w:rPr>
          <w:rFonts w:ascii="Times New Roman" w:hAnsi="Times New Roman"/>
          <w:sz w:val="24"/>
        </w:rPr>
        <w:t># # #</w:t>
      </w:r>
    </w:p>
    <w:p w14:paraId="1485DBA4" w14:textId="77777777" w:rsidR="004C43BA" w:rsidRDefault="004C43BA" w:rsidP="00665F53">
      <w:pPr>
        <w:autoSpaceDE w:val="0"/>
        <w:autoSpaceDN w:val="0"/>
        <w:adjustRightInd w:val="0"/>
        <w:rPr>
          <w:rFonts w:ascii="Times New Roman" w:hAnsi="Times New Roman"/>
          <w:sz w:val="24"/>
        </w:rPr>
      </w:pPr>
    </w:p>
    <w:p w14:paraId="6E47DBB5" w14:textId="77777777" w:rsidR="00E20219" w:rsidRPr="00E20219" w:rsidRDefault="00E20219" w:rsidP="00E20219">
      <w:pPr>
        <w:autoSpaceDE w:val="0"/>
        <w:autoSpaceDN w:val="0"/>
        <w:adjustRightInd w:val="0"/>
        <w:rPr>
          <w:rFonts w:ascii="Calibri" w:hAnsi="Calibri" w:cs="Calibri"/>
          <w:b/>
          <w:bCs/>
          <w:szCs w:val="20"/>
        </w:rPr>
      </w:pPr>
      <w:r w:rsidRPr="00E20219">
        <w:rPr>
          <w:rFonts w:ascii="Calibri" w:hAnsi="Calibri" w:cs="Calibri"/>
          <w:b/>
          <w:bCs/>
          <w:szCs w:val="20"/>
        </w:rPr>
        <w:t xml:space="preserve">About RE/MAX </w:t>
      </w:r>
      <w:r w:rsidRPr="006619B3">
        <w:rPr>
          <w:rFonts w:ascii="Calibri" w:hAnsi="Calibri" w:cs="Calibri"/>
          <w:b/>
          <w:bCs/>
          <w:szCs w:val="20"/>
          <w:highlight w:val="yellow"/>
        </w:rPr>
        <w:t>(Office Name)</w:t>
      </w:r>
      <w:r w:rsidRPr="00E20219">
        <w:rPr>
          <w:rFonts w:ascii="Calibri" w:hAnsi="Calibri" w:cs="Calibri"/>
          <w:b/>
          <w:bCs/>
          <w:szCs w:val="20"/>
        </w:rPr>
        <w:t>:</w:t>
      </w:r>
    </w:p>
    <w:p w14:paraId="52A08AFA" w14:textId="540A0339" w:rsidR="00F64579" w:rsidRPr="00F64579" w:rsidRDefault="00E20219" w:rsidP="00F64579">
      <w:pPr>
        <w:rPr>
          <w:rFonts w:ascii="Calibri" w:hAnsi="Calibri" w:cs="Calibri"/>
          <w:szCs w:val="20"/>
        </w:rPr>
      </w:pPr>
      <w:r w:rsidRPr="00E20219">
        <w:rPr>
          <w:rFonts w:ascii="Calibri" w:hAnsi="Calibri" w:cs="Calibri"/>
          <w:szCs w:val="20"/>
        </w:rPr>
        <w:t xml:space="preserve">RE/MAX </w:t>
      </w:r>
      <w:r w:rsidRPr="006619B3">
        <w:rPr>
          <w:rFonts w:ascii="Calibri" w:hAnsi="Calibri" w:cs="Calibri"/>
          <w:szCs w:val="20"/>
          <w:highlight w:val="yellow"/>
        </w:rPr>
        <w:t>(Company Name)</w:t>
      </w:r>
      <w:r w:rsidRPr="00E20219">
        <w:rPr>
          <w:rFonts w:ascii="Calibri" w:hAnsi="Calibri" w:cs="Calibri"/>
          <w:szCs w:val="20"/>
        </w:rPr>
        <w:t xml:space="preserve"> is a locally owned and operated full-service real estate brokerage located in </w:t>
      </w:r>
      <w:r w:rsidRPr="006619B3">
        <w:rPr>
          <w:rFonts w:ascii="Calibri" w:hAnsi="Calibri" w:cs="Calibri"/>
          <w:szCs w:val="20"/>
          <w:highlight w:val="yellow"/>
        </w:rPr>
        <w:t>(Town and State or metropolitan City and State)</w:t>
      </w:r>
      <w:r w:rsidRPr="00E20219">
        <w:rPr>
          <w:rFonts w:ascii="Calibri" w:hAnsi="Calibri" w:cs="Calibri"/>
          <w:szCs w:val="20"/>
        </w:rPr>
        <w:t xml:space="preserve">. Founded in </w:t>
      </w:r>
      <w:r w:rsidRPr="006619B3">
        <w:rPr>
          <w:rFonts w:ascii="Calibri" w:hAnsi="Calibri" w:cs="Calibri"/>
          <w:szCs w:val="20"/>
          <w:highlight w:val="yellow"/>
        </w:rPr>
        <w:t>(Year)</w:t>
      </w:r>
      <w:r w:rsidRPr="00E20219">
        <w:rPr>
          <w:rFonts w:ascii="Calibri" w:hAnsi="Calibri" w:cs="Calibri"/>
          <w:szCs w:val="20"/>
        </w:rPr>
        <w:t xml:space="preserve">, the brokerage has </w:t>
      </w:r>
      <w:r w:rsidRPr="006619B3">
        <w:rPr>
          <w:rFonts w:ascii="Calibri" w:hAnsi="Calibri" w:cs="Calibri"/>
          <w:szCs w:val="20"/>
          <w:highlight w:val="yellow"/>
        </w:rPr>
        <w:t>(Number)</w:t>
      </w:r>
      <w:r w:rsidRPr="00E20219">
        <w:rPr>
          <w:rFonts w:ascii="Calibri" w:hAnsi="Calibri" w:cs="Calibri"/>
          <w:szCs w:val="20"/>
        </w:rPr>
        <w:t xml:space="preserve"> Realtors</w:t>
      </w:r>
      <w:r w:rsidRPr="00E20219">
        <w:rPr>
          <w:rFonts w:ascii="Calibri" w:hAnsi="Calibri" w:cs="Calibri"/>
          <w:szCs w:val="20"/>
          <w:vertAlign w:val="superscript"/>
        </w:rPr>
        <w:t>®</w:t>
      </w:r>
      <w:r w:rsidRPr="00E20219">
        <w:rPr>
          <w:rFonts w:ascii="Calibri" w:hAnsi="Calibri" w:cs="Calibri"/>
          <w:szCs w:val="20"/>
        </w:rPr>
        <w:t xml:space="preserve"> and specializes in </w:t>
      </w:r>
      <w:r w:rsidRPr="006619B3">
        <w:rPr>
          <w:rFonts w:ascii="Calibri" w:hAnsi="Calibri" w:cs="Calibri"/>
          <w:szCs w:val="20"/>
          <w:highlight w:val="yellow"/>
        </w:rPr>
        <w:t>(Residential and/or Commercial)</w:t>
      </w:r>
      <w:r w:rsidRPr="00E20219">
        <w:rPr>
          <w:rFonts w:ascii="Calibri" w:hAnsi="Calibri" w:cs="Calibri"/>
          <w:szCs w:val="20"/>
        </w:rPr>
        <w:t xml:space="preserve"> real estate. RE/MAX </w:t>
      </w:r>
      <w:r w:rsidRPr="006619B3">
        <w:rPr>
          <w:rFonts w:ascii="Calibri" w:hAnsi="Calibri" w:cs="Calibri"/>
          <w:szCs w:val="20"/>
          <w:highlight w:val="yellow"/>
        </w:rPr>
        <w:t>(Company Name)</w:t>
      </w:r>
      <w:r w:rsidRPr="00E20219">
        <w:rPr>
          <w:rFonts w:ascii="Calibri" w:hAnsi="Calibri" w:cs="Calibri"/>
          <w:szCs w:val="20"/>
        </w:rPr>
        <w:t xml:space="preserve"> is a proud supporter </w:t>
      </w:r>
      <w:r w:rsidRPr="006619B3">
        <w:rPr>
          <w:rFonts w:ascii="Calibri" w:hAnsi="Calibri" w:cs="Calibri"/>
          <w:szCs w:val="20"/>
        </w:rPr>
        <w:t xml:space="preserve">of </w:t>
      </w:r>
      <w:r w:rsidRPr="006619B3">
        <w:rPr>
          <w:rFonts w:ascii="Calibri" w:hAnsi="Calibri" w:cs="Calibri"/>
          <w:szCs w:val="20"/>
          <w:highlight w:val="yellow"/>
        </w:rPr>
        <w:t>(Children’s Miracle Network Hospitals</w:t>
      </w:r>
      <w:r w:rsidRPr="006619B3">
        <w:rPr>
          <w:rFonts w:ascii="Calibri" w:hAnsi="Calibri" w:cs="Calibri"/>
          <w:szCs w:val="20"/>
          <w:highlight w:val="yellow"/>
          <w:vertAlign w:val="superscript"/>
        </w:rPr>
        <w:t>®</w:t>
      </w:r>
      <w:r w:rsidRPr="006619B3">
        <w:rPr>
          <w:rFonts w:ascii="Calibri" w:hAnsi="Calibri" w:cs="Calibri"/>
          <w:szCs w:val="20"/>
          <w:highlight w:val="yellow"/>
        </w:rPr>
        <w:t>, Susan G. Komen</w:t>
      </w:r>
      <w:r w:rsidRPr="006619B3">
        <w:rPr>
          <w:rFonts w:ascii="Calibri" w:hAnsi="Calibri" w:cs="Calibri"/>
          <w:szCs w:val="20"/>
          <w:highlight w:val="yellow"/>
          <w:vertAlign w:val="superscript"/>
        </w:rPr>
        <w:t>®</w:t>
      </w:r>
      <w:r w:rsidRPr="006619B3">
        <w:rPr>
          <w:rFonts w:ascii="Calibri" w:hAnsi="Calibri" w:cs="Calibri"/>
          <w:szCs w:val="20"/>
          <w:highlight w:val="yellow"/>
        </w:rPr>
        <w:t>, and other charities)</w:t>
      </w:r>
      <w:r w:rsidRPr="00E20219">
        <w:rPr>
          <w:rFonts w:ascii="Calibri" w:hAnsi="Calibri" w:cs="Calibri"/>
          <w:szCs w:val="20"/>
        </w:rPr>
        <w:t xml:space="preserve">, and is located at </w:t>
      </w:r>
      <w:r w:rsidRPr="006619B3">
        <w:rPr>
          <w:rFonts w:ascii="Calibri" w:hAnsi="Calibri" w:cs="Calibri"/>
          <w:szCs w:val="20"/>
          <w:highlight w:val="yellow"/>
        </w:rPr>
        <w:t>(Mailing Address)</w:t>
      </w:r>
      <w:r w:rsidRPr="00E20219">
        <w:rPr>
          <w:rFonts w:ascii="Calibri" w:hAnsi="Calibri" w:cs="Calibri"/>
          <w:szCs w:val="20"/>
        </w:rPr>
        <w:t xml:space="preserve">. To learn more, please visit </w:t>
      </w:r>
      <w:r w:rsidRPr="006619B3">
        <w:rPr>
          <w:rFonts w:ascii="Calibri" w:hAnsi="Calibri" w:cs="Calibri"/>
          <w:szCs w:val="20"/>
          <w:highlight w:val="yellow"/>
        </w:rPr>
        <w:t>(URL)</w:t>
      </w:r>
      <w:r w:rsidRPr="00E20219">
        <w:rPr>
          <w:rFonts w:ascii="Calibri" w:hAnsi="Calibri" w:cs="Calibri"/>
          <w:szCs w:val="20"/>
        </w:rPr>
        <w:t>.</w:t>
      </w:r>
      <w:r w:rsidR="00F64579" w:rsidRPr="00F64579">
        <w:rPr>
          <w:rFonts w:ascii="Cambria" w:hAnsi="Cambria" w:cs="Calibri"/>
          <w:szCs w:val="20"/>
        </w:rPr>
        <w:t xml:space="preserve"> </w:t>
      </w:r>
      <w:r w:rsidR="00F64579" w:rsidRPr="00F64579">
        <w:rPr>
          <w:rFonts w:ascii="Calibri" w:hAnsi="Calibri" w:cs="Calibri"/>
          <w:szCs w:val="20"/>
        </w:rPr>
        <w:t xml:space="preserve">Each office is independently owned and operated. </w:t>
      </w:r>
    </w:p>
    <w:p w14:paraId="55C4AEFE" w14:textId="74008C0F" w:rsidR="00E20219" w:rsidRPr="00E20219" w:rsidRDefault="00E20219" w:rsidP="00E20219">
      <w:pPr>
        <w:rPr>
          <w:rFonts w:ascii="Calibri" w:hAnsi="Calibri" w:cs="Calibri"/>
          <w:szCs w:val="20"/>
        </w:rPr>
      </w:pPr>
    </w:p>
    <w:p w14:paraId="757A2EA5" w14:textId="77777777" w:rsidR="00E20219" w:rsidRPr="00E20219" w:rsidRDefault="00E20219" w:rsidP="00E20219">
      <w:pPr>
        <w:autoSpaceDE w:val="0"/>
        <w:autoSpaceDN w:val="0"/>
        <w:adjustRightInd w:val="0"/>
        <w:rPr>
          <w:rFonts w:ascii="Calibri" w:hAnsi="Calibri" w:cs="Calibri"/>
          <w:szCs w:val="20"/>
        </w:rPr>
      </w:pPr>
    </w:p>
    <w:p w14:paraId="6B5C711E" w14:textId="77777777" w:rsidR="00E20219" w:rsidRPr="00E20219" w:rsidRDefault="00E20219" w:rsidP="00665F53">
      <w:pPr>
        <w:autoSpaceDE w:val="0"/>
        <w:autoSpaceDN w:val="0"/>
        <w:adjustRightInd w:val="0"/>
        <w:rPr>
          <w:rFonts w:ascii="Calibri" w:hAnsi="Calibri" w:cs="Calibri"/>
          <w:szCs w:val="20"/>
        </w:rPr>
      </w:pPr>
      <w:r w:rsidRPr="00E20219">
        <w:rPr>
          <w:rFonts w:ascii="Calibri" w:hAnsi="Calibri" w:cs="Calibri"/>
          <w:szCs w:val="20"/>
        </w:rPr>
        <w:t xml:space="preserve">Contact: </w:t>
      </w:r>
    </w:p>
    <w:p w14:paraId="546C6B6E" w14:textId="77777777" w:rsidR="00DD6DBE" w:rsidRPr="006619B3" w:rsidRDefault="00DD6DBE" w:rsidP="00665F53">
      <w:pPr>
        <w:autoSpaceDE w:val="0"/>
        <w:autoSpaceDN w:val="0"/>
        <w:adjustRightInd w:val="0"/>
        <w:rPr>
          <w:rFonts w:ascii="Calibri" w:hAnsi="Calibri" w:cs="Calibri"/>
          <w:iCs/>
          <w:szCs w:val="20"/>
          <w:highlight w:val="yellow"/>
        </w:rPr>
      </w:pPr>
      <w:r w:rsidRPr="006619B3">
        <w:rPr>
          <w:rFonts w:ascii="Calibri" w:hAnsi="Calibri" w:cs="Calibri"/>
          <w:iCs/>
          <w:szCs w:val="20"/>
          <w:highlight w:val="yellow"/>
        </w:rPr>
        <w:t>Name, Title</w:t>
      </w:r>
    </w:p>
    <w:p w14:paraId="5E624B94" w14:textId="77777777" w:rsidR="00DD6DBE" w:rsidRPr="00E20219" w:rsidRDefault="00DD6DBE" w:rsidP="00665F53">
      <w:pPr>
        <w:autoSpaceDE w:val="0"/>
        <w:autoSpaceDN w:val="0"/>
        <w:adjustRightInd w:val="0"/>
        <w:rPr>
          <w:rFonts w:ascii="Calibri" w:hAnsi="Calibri" w:cs="Calibri"/>
          <w:szCs w:val="20"/>
        </w:rPr>
      </w:pPr>
      <w:r w:rsidRPr="006619B3">
        <w:rPr>
          <w:rFonts w:ascii="Calibri" w:hAnsi="Calibri" w:cs="Calibri"/>
          <w:iCs/>
          <w:szCs w:val="20"/>
          <w:highlight w:val="yellow"/>
        </w:rPr>
        <w:t>Phone, Email</w:t>
      </w:r>
    </w:p>
    <w:p w14:paraId="7BFA46D3" w14:textId="77777777" w:rsidR="00C41DC4" w:rsidRPr="0063080A" w:rsidRDefault="00C41DC4" w:rsidP="00665F53">
      <w:pPr>
        <w:autoSpaceDE w:val="0"/>
        <w:autoSpaceDN w:val="0"/>
        <w:adjustRightInd w:val="0"/>
        <w:rPr>
          <w:rFonts w:ascii="Times New Roman" w:hAnsi="Times New Roman"/>
          <w:sz w:val="21"/>
          <w:szCs w:val="21"/>
        </w:rPr>
      </w:pPr>
    </w:p>
    <w:sectPr w:rsidR="00C41DC4" w:rsidRPr="0063080A" w:rsidSect="00DD6DBE">
      <w:headerReference w:type="first" r:id="rId9"/>
      <w:pgSz w:w="12240" w:h="15840" w:code="1"/>
      <w:pgMar w:top="1152" w:right="1152" w:bottom="1152" w:left="1152"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1B942" w14:textId="77777777" w:rsidR="00D6286A" w:rsidRDefault="00D6286A">
      <w:r>
        <w:separator/>
      </w:r>
    </w:p>
  </w:endnote>
  <w:endnote w:type="continuationSeparator" w:id="0">
    <w:p w14:paraId="31205E5B" w14:textId="77777777" w:rsidR="00D6286A" w:rsidRDefault="00D628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stoMT-Italic">
    <w:altName w:val="Calibri"/>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2B794" w14:textId="77777777" w:rsidR="00D6286A" w:rsidRDefault="00D6286A">
      <w:r>
        <w:separator/>
      </w:r>
    </w:p>
  </w:footnote>
  <w:footnote w:type="continuationSeparator" w:id="0">
    <w:p w14:paraId="6CA9B4DA" w14:textId="77777777" w:rsidR="00D6286A" w:rsidRDefault="00D628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C1635" w14:textId="77777777" w:rsidR="000C17DE" w:rsidRPr="00EC3B90" w:rsidRDefault="000C17DE" w:rsidP="00B54EF3">
    <w:pPr>
      <w:ind w:left="5760" w:firstLine="720"/>
      <w:rPr>
        <w:i/>
        <w:sz w:val="24"/>
      </w:rPr>
    </w:pPr>
    <w:r>
      <w:rPr>
        <w:rFonts w:ascii="Arial" w:hAnsi="Arial" w:cs="Arial"/>
        <w:bCs/>
        <w:iCs/>
        <w:sz w:val="24"/>
      </w:rPr>
      <w:t>FOR IMMEDIATE RELEASE</w:t>
    </w:r>
  </w:p>
  <w:p w14:paraId="244CD456" w14:textId="77777777" w:rsidR="000C17DE" w:rsidRDefault="00B54EF3" w:rsidP="000C17DE">
    <w:pPr>
      <w:pStyle w:val="Header"/>
      <w:rPr>
        <w:rFonts w:ascii="Arial" w:hAnsi="Arial" w:cs="Arial"/>
        <w:bCs/>
        <w:color w:val="365F91"/>
        <w:sz w:val="28"/>
        <w:szCs w:val="28"/>
      </w:rPr>
    </w:pPr>
    <w:r>
      <w:rPr>
        <w:rFonts w:ascii="Arial" w:hAnsi="Arial" w:cs="Arial"/>
        <w:bCs/>
        <w:iCs/>
        <w:noProof/>
      </w:rPr>
      <w:drawing>
        <wp:inline distT="0" distB="0" distL="0" distR="0" wp14:anchorId="4FD494B5" wp14:editId="2959B49A">
          <wp:extent cx="1709420" cy="365119"/>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17_191535_COE_IR_PR_Header_D[1].jpg"/>
                  <pic:cNvPicPr/>
                </pic:nvPicPr>
                <pic:blipFill>
                  <a:blip r:embed="rId1">
                    <a:extLst>
                      <a:ext uri="{28A0092B-C50C-407E-A947-70E740481C1C}">
                        <a14:useLocalDpi xmlns:a14="http://schemas.microsoft.com/office/drawing/2010/main" val="0"/>
                      </a:ext>
                    </a:extLst>
                  </a:blip>
                  <a:stretch>
                    <a:fillRect/>
                  </a:stretch>
                </pic:blipFill>
                <pic:spPr>
                  <a:xfrm>
                    <a:off x="0" y="0"/>
                    <a:ext cx="1734581" cy="370493"/>
                  </a:xfrm>
                  <a:prstGeom prst="rect">
                    <a:avLst/>
                  </a:prstGeom>
                </pic:spPr>
              </pic:pic>
            </a:graphicData>
          </a:graphic>
        </wp:inline>
      </w:drawing>
    </w:r>
  </w:p>
  <w:p w14:paraId="327A9BFE" w14:textId="77777777" w:rsidR="000C17DE" w:rsidRPr="00E205A2" w:rsidRDefault="000C17DE" w:rsidP="000C17DE">
    <w:pPr>
      <w:pStyle w:val="Header"/>
      <w:rPr>
        <w:rFonts w:ascii="Arial" w:hAnsi="Arial" w:cs="Arial"/>
        <w:color w:val="365F91"/>
        <w:sz w:val="28"/>
        <w:szCs w:val="28"/>
      </w:rPr>
    </w:pPr>
    <w:r w:rsidRPr="00CE4FED">
      <w:rPr>
        <w:rFonts w:ascii="Arial" w:hAnsi="Arial" w:cs="Arial"/>
        <w:bCs/>
        <w:color w:val="365F91"/>
        <w:sz w:val="28"/>
        <w:szCs w:val="28"/>
        <w:highlight w:val="yellow"/>
      </w:rPr>
      <w:t>Office Name, 16 point</w:t>
    </w:r>
  </w:p>
  <w:p w14:paraId="24BF3452" w14:textId="77777777" w:rsidR="0083330A" w:rsidRDefault="0083330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268C"/>
    <w:rsid w:val="0000212F"/>
    <w:rsid w:val="00002E69"/>
    <w:rsid w:val="00003798"/>
    <w:rsid w:val="00003F27"/>
    <w:rsid w:val="00007CF5"/>
    <w:rsid w:val="00013A3E"/>
    <w:rsid w:val="00020FF0"/>
    <w:rsid w:val="00021553"/>
    <w:rsid w:val="00021F6C"/>
    <w:rsid w:val="00022656"/>
    <w:rsid w:val="00022BEE"/>
    <w:rsid w:val="00022BF8"/>
    <w:rsid w:val="00023344"/>
    <w:rsid w:val="00024FE8"/>
    <w:rsid w:val="00025A1B"/>
    <w:rsid w:val="000266EB"/>
    <w:rsid w:val="00027BAB"/>
    <w:rsid w:val="000304DF"/>
    <w:rsid w:val="00030CD5"/>
    <w:rsid w:val="00031307"/>
    <w:rsid w:val="00032828"/>
    <w:rsid w:val="000377D9"/>
    <w:rsid w:val="0003791B"/>
    <w:rsid w:val="00037D57"/>
    <w:rsid w:val="0004141E"/>
    <w:rsid w:val="0004247E"/>
    <w:rsid w:val="000424A4"/>
    <w:rsid w:val="00042758"/>
    <w:rsid w:val="00043022"/>
    <w:rsid w:val="0004477A"/>
    <w:rsid w:val="0004501D"/>
    <w:rsid w:val="00045ABA"/>
    <w:rsid w:val="000462C0"/>
    <w:rsid w:val="00046520"/>
    <w:rsid w:val="0004687A"/>
    <w:rsid w:val="00046942"/>
    <w:rsid w:val="00046C54"/>
    <w:rsid w:val="00047B63"/>
    <w:rsid w:val="00047C68"/>
    <w:rsid w:val="00051F32"/>
    <w:rsid w:val="0005268B"/>
    <w:rsid w:val="00052B77"/>
    <w:rsid w:val="000534D1"/>
    <w:rsid w:val="00054191"/>
    <w:rsid w:val="00054BD9"/>
    <w:rsid w:val="00060B47"/>
    <w:rsid w:val="00061473"/>
    <w:rsid w:val="00061511"/>
    <w:rsid w:val="00061F56"/>
    <w:rsid w:val="00064875"/>
    <w:rsid w:val="0006584C"/>
    <w:rsid w:val="00071D96"/>
    <w:rsid w:val="00071DE5"/>
    <w:rsid w:val="000724D0"/>
    <w:rsid w:val="00072839"/>
    <w:rsid w:val="00072BCD"/>
    <w:rsid w:val="000739B2"/>
    <w:rsid w:val="0007465B"/>
    <w:rsid w:val="00075446"/>
    <w:rsid w:val="00075601"/>
    <w:rsid w:val="00075CDB"/>
    <w:rsid w:val="00080034"/>
    <w:rsid w:val="0008010C"/>
    <w:rsid w:val="000809B9"/>
    <w:rsid w:val="00081958"/>
    <w:rsid w:val="00081CFA"/>
    <w:rsid w:val="00082F09"/>
    <w:rsid w:val="00084362"/>
    <w:rsid w:val="0008443A"/>
    <w:rsid w:val="000873F1"/>
    <w:rsid w:val="000878ED"/>
    <w:rsid w:val="0009016D"/>
    <w:rsid w:val="0009068A"/>
    <w:rsid w:val="00091787"/>
    <w:rsid w:val="0009215C"/>
    <w:rsid w:val="00092F55"/>
    <w:rsid w:val="0009328E"/>
    <w:rsid w:val="000942EF"/>
    <w:rsid w:val="000943DD"/>
    <w:rsid w:val="00095C3D"/>
    <w:rsid w:val="00095D0D"/>
    <w:rsid w:val="000A1940"/>
    <w:rsid w:val="000A2FBC"/>
    <w:rsid w:val="000A4CE3"/>
    <w:rsid w:val="000A5B4E"/>
    <w:rsid w:val="000A62B9"/>
    <w:rsid w:val="000B047A"/>
    <w:rsid w:val="000B0669"/>
    <w:rsid w:val="000B08EE"/>
    <w:rsid w:val="000B1F64"/>
    <w:rsid w:val="000B22F5"/>
    <w:rsid w:val="000B24EB"/>
    <w:rsid w:val="000B29B9"/>
    <w:rsid w:val="000B312F"/>
    <w:rsid w:val="000B5602"/>
    <w:rsid w:val="000C04D4"/>
    <w:rsid w:val="000C0A2A"/>
    <w:rsid w:val="000C117B"/>
    <w:rsid w:val="000C17DE"/>
    <w:rsid w:val="000C2546"/>
    <w:rsid w:val="000C2BFE"/>
    <w:rsid w:val="000C2FE7"/>
    <w:rsid w:val="000C4BC6"/>
    <w:rsid w:val="000C4D4B"/>
    <w:rsid w:val="000C51BF"/>
    <w:rsid w:val="000C5675"/>
    <w:rsid w:val="000C5712"/>
    <w:rsid w:val="000C5C5B"/>
    <w:rsid w:val="000D0D64"/>
    <w:rsid w:val="000D14D4"/>
    <w:rsid w:val="000D1C3D"/>
    <w:rsid w:val="000D2070"/>
    <w:rsid w:val="000D2B43"/>
    <w:rsid w:val="000D3579"/>
    <w:rsid w:val="000D38AC"/>
    <w:rsid w:val="000D3C2D"/>
    <w:rsid w:val="000D3E6F"/>
    <w:rsid w:val="000D6521"/>
    <w:rsid w:val="000D7407"/>
    <w:rsid w:val="000E0671"/>
    <w:rsid w:val="000E0DF0"/>
    <w:rsid w:val="000E11A5"/>
    <w:rsid w:val="000E2AA2"/>
    <w:rsid w:val="000E2DD0"/>
    <w:rsid w:val="000E3A70"/>
    <w:rsid w:val="000E54F7"/>
    <w:rsid w:val="000E66E0"/>
    <w:rsid w:val="000E7120"/>
    <w:rsid w:val="000E79AC"/>
    <w:rsid w:val="000E7C36"/>
    <w:rsid w:val="000F08B1"/>
    <w:rsid w:val="000F1987"/>
    <w:rsid w:val="000F1D68"/>
    <w:rsid w:val="000F3650"/>
    <w:rsid w:val="000F4591"/>
    <w:rsid w:val="000F5A7E"/>
    <w:rsid w:val="000F5E4D"/>
    <w:rsid w:val="000F5F5A"/>
    <w:rsid w:val="000F7F55"/>
    <w:rsid w:val="001009C3"/>
    <w:rsid w:val="00100E1F"/>
    <w:rsid w:val="00101286"/>
    <w:rsid w:val="00103B2E"/>
    <w:rsid w:val="00105911"/>
    <w:rsid w:val="00105AED"/>
    <w:rsid w:val="0010722F"/>
    <w:rsid w:val="00110781"/>
    <w:rsid w:val="001113AC"/>
    <w:rsid w:val="00112F94"/>
    <w:rsid w:val="00113C7C"/>
    <w:rsid w:val="00114CD4"/>
    <w:rsid w:val="0011550F"/>
    <w:rsid w:val="00115917"/>
    <w:rsid w:val="00116139"/>
    <w:rsid w:val="00116926"/>
    <w:rsid w:val="0011708C"/>
    <w:rsid w:val="00117386"/>
    <w:rsid w:val="00117A3A"/>
    <w:rsid w:val="00117FC6"/>
    <w:rsid w:val="00120EF7"/>
    <w:rsid w:val="00120FD2"/>
    <w:rsid w:val="0012125A"/>
    <w:rsid w:val="00121DC6"/>
    <w:rsid w:val="00122628"/>
    <w:rsid w:val="00123A51"/>
    <w:rsid w:val="00124A80"/>
    <w:rsid w:val="00125F1E"/>
    <w:rsid w:val="00126F59"/>
    <w:rsid w:val="001270AB"/>
    <w:rsid w:val="001272FB"/>
    <w:rsid w:val="001300BC"/>
    <w:rsid w:val="00131137"/>
    <w:rsid w:val="00132855"/>
    <w:rsid w:val="00135031"/>
    <w:rsid w:val="001362DE"/>
    <w:rsid w:val="00136944"/>
    <w:rsid w:val="00137332"/>
    <w:rsid w:val="001375A6"/>
    <w:rsid w:val="00137B4A"/>
    <w:rsid w:val="001408B7"/>
    <w:rsid w:val="00142C27"/>
    <w:rsid w:val="00143B65"/>
    <w:rsid w:val="00146E63"/>
    <w:rsid w:val="0014766D"/>
    <w:rsid w:val="00150156"/>
    <w:rsid w:val="001504B6"/>
    <w:rsid w:val="00150674"/>
    <w:rsid w:val="00151567"/>
    <w:rsid w:val="00151E6B"/>
    <w:rsid w:val="00152A59"/>
    <w:rsid w:val="00153817"/>
    <w:rsid w:val="00154E84"/>
    <w:rsid w:val="001556D3"/>
    <w:rsid w:val="0015581E"/>
    <w:rsid w:val="00155D21"/>
    <w:rsid w:val="00156AB6"/>
    <w:rsid w:val="00157AB8"/>
    <w:rsid w:val="00160B14"/>
    <w:rsid w:val="00161846"/>
    <w:rsid w:val="00162262"/>
    <w:rsid w:val="00163476"/>
    <w:rsid w:val="00164D8B"/>
    <w:rsid w:val="00164EFE"/>
    <w:rsid w:val="00167F40"/>
    <w:rsid w:val="0017090B"/>
    <w:rsid w:val="00170A01"/>
    <w:rsid w:val="0017107C"/>
    <w:rsid w:val="001725E1"/>
    <w:rsid w:val="00172C6E"/>
    <w:rsid w:val="00173E0F"/>
    <w:rsid w:val="0017789B"/>
    <w:rsid w:val="00177EA7"/>
    <w:rsid w:val="00181530"/>
    <w:rsid w:val="00181ABD"/>
    <w:rsid w:val="00181B07"/>
    <w:rsid w:val="00183978"/>
    <w:rsid w:val="00183E20"/>
    <w:rsid w:val="00183EA4"/>
    <w:rsid w:val="00185CAD"/>
    <w:rsid w:val="001862F4"/>
    <w:rsid w:val="001874B8"/>
    <w:rsid w:val="00193D5A"/>
    <w:rsid w:val="0019624E"/>
    <w:rsid w:val="00196F9D"/>
    <w:rsid w:val="00197888"/>
    <w:rsid w:val="00197A1C"/>
    <w:rsid w:val="00197CD4"/>
    <w:rsid w:val="00197E0A"/>
    <w:rsid w:val="001A0A03"/>
    <w:rsid w:val="001A1B26"/>
    <w:rsid w:val="001A2692"/>
    <w:rsid w:val="001A4CE1"/>
    <w:rsid w:val="001A56C1"/>
    <w:rsid w:val="001A71F2"/>
    <w:rsid w:val="001A76B1"/>
    <w:rsid w:val="001A7EE6"/>
    <w:rsid w:val="001B0FFD"/>
    <w:rsid w:val="001B126D"/>
    <w:rsid w:val="001B2E31"/>
    <w:rsid w:val="001B4D01"/>
    <w:rsid w:val="001B6931"/>
    <w:rsid w:val="001B6C94"/>
    <w:rsid w:val="001B6D9A"/>
    <w:rsid w:val="001C419E"/>
    <w:rsid w:val="001C4CD5"/>
    <w:rsid w:val="001C5799"/>
    <w:rsid w:val="001C620D"/>
    <w:rsid w:val="001C657E"/>
    <w:rsid w:val="001C6A81"/>
    <w:rsid w:val="001C6B0E"/>
    <w:rsid w:val="001C7199"/>
    <w:rsid w:val="001C7DAF"/>
    <w:rsid w:val="001D020A"/>
    <w:rsid w:val="001D0FE2"/>
    <w:rsid w:val="001D1BD7"/>
    <w:rsid w:val="001D2006"/>
    <w:rsid w:val="001D22DE"/>
    <w:rsid w:val="001D45DC"/>
    <w:rsid w:val="001D4B09"/>
    <w:rsid w:val="001D5041"/>
    <w:rsid w:val="001D5191"/>
    <w:rsid w:val="001D6611"/>
    <w:rsid w:val="001D7B98"/>
    <w:rsid w:val="001E0C83"/>
    <w:rsid w:val="001E1275"/>
    <w:rsid w:val="001E2870"/>
    <w:rsid w:val="001E3999"/>
    <w:rsid w:val="001E5A28"/>
    <w:rsid w:val="001E6BAD"/>
    <w:rsid w:val="001E751D"/>
    <w:rsid w:val="001F264C"/>
    <w:rsid w:val="001F3AB0"/>
    <w:rsid w:val="001F4C88"/>
    <w:rsid w:val="001F500C"/>
    <w:rsid w:val="001F5FFB"/>
    <w:rsid w:val="001F6385"/>
    <w:rsid w:val="001F6B1B"/>
    <w:rsid w:val="001F6EE6"/>
    <w:rsid w:val="00200CE0"/>
    <w:rsid w:val="0020246D"/>
    <w:rsid w:val="0020271F"/>
    <w:rsid w:val="00206083"/>
    <w:rsid w:val="002068BC"/>
    <w:rsid w:val="00207255"/>
    <w:rsid w:val="00211C29"/>
    <w:rsid w:val="002126B2"/>
    <w:rsid w:val="00212A19"/>
    <w:rsid w:val="00212D6D"/>
    <w:rsid w:val="002140EA"/>
    <w:rsid w:val="00214634"/>
    <w:rsid w:val="0021473B"/>
    <w:rsid w:val="00214AB0"/>
    <w:rsid w:val="002159DA"/>
    <w:rsid w:val="002164F4"/>
    <w:rsid w:val="00216966"/>
    <w:rsid w:val="00220CDF"/>
    <w:rsid w:val="00221862"/>
    <w:rsid w:val="00221BB9"/>
    <w:rsid w:val="00221FD9"/>
    <w:rsid w:val="0022251A"/>
    <w:rsid w:val="002229AC"/>
    <w:rsid w:val="00222DC2"/>
    <w:rsid w:val="0022396A"/>
    <w:rsid w:val="00223DFC"/>
    <w:rsid w:val="00227D07"/>
    <w:rsid w:val="00230560"/>
    <w:rsid w:val="0023260A"/>
    <w:rsid w:val="00232CF7"/>
    <w:rsid w:val="002345CC"/>
    <w:rsid w:val="00235DEF"/>
    <w:rsid w:val="00236389"/>
    <w:rsid w:val="00236A76"/>
    <w:rsid w:val="00236DDF"/>
    <w:rsid w:val="00237F00"/>
    <w:rsid w:val="00241F20"/>
    <w:rsid w:val="002445B1"/>
    <w:rsid w:val="002448FD"/>
    <w:rsid w:val="00245E00"/>
    <w:rsid w:val="00247BA4"/>
    <w:rsid w:val="00250537"/>
    <w:rsid w:val="00251433"/>
    <w:rsid w:val="0025157A"/>
    <w:rsid w:val="00252CDD"/>
    <w:rsid w:val="00253B68"/>
    <w:rsid w:val="00256C9A"/>
    <w:rsid w:val="00257BB4"/>
    <w:rsid w:val="00261061"/>
    <w:rsid w:val="002615CE"/>
    <w:rsid w:val="00262075"/>
    <w:rsid w:val="002625F8"/>
    <w:rsid w:val="00264FC7"/>
    <w:rsid w:val="00265528"/>
    <w:rsid w:val="00266CD2"/>
    <w:rsid w:val="00266F73"/>
    <w:rsid w:val="0026790C"/>
    <w:rsid w:val="00273BAC"/>
    <w:rsid w:val="002761FC"/>
    <w:rsid w:val="0027797D"/>
    <w:rsid w:val="002801EE"/>
    <w:rsid w:val="00281604"/>
    <w:rsid w:val="00281F5E"/>
    <w:rsid w:val="0028659F"/>
    <w:rsid w:val="00286A8E"/>
    <w:rsid w:val="00290569"/>
    <w:rsid w:val="002911EE"/>
    <w:rsid w:val="002926AE"/>
    <w:rsid w:val="0029332F"/>
    <w:rsid w:val="002933FE"/>
    <w:rsid w:val="00294FE0"/>
    <w:rsid w:val="00295A4A"/>
    <w:rsid w:val="0029632D"/>
    <w:rsid w:val="002A1367"/>
    <w:rsid w:val="002A3857"/>
    <w:rsid w:val="002A57D5"/>
    <w:rsid w:val="002A57ED"/>
    <w:rsid w:val="002A68D6"/>
    <w:rsid w:val="002A7BD9"/>
    <w:rsid w:val="002A7F9D"/>
    <w:rsid w:val="002B1643"/>
    <w:rsid w:val="002B2202"/>
    <w:rsid w:val="002B23E6"/>
    <w:rsid w:val="002B33F3"/>
    <w:rsid w:val="002B38F4"/>
    <w:rsid w:val="002B3A94"/>
    <w:rsid w:val="002B3F87"/>
    <w:rsid w:val="002B4152"/>
    <w:rsid w:val="002B42BF"/>
    <w:rsid w:val="002B42FD"/>
    <w:rsid w:val="002B7926"/>
    <w:rsid w:val="002C03AF"/>
    <w:rsid w:val="002C05B6"/>
    <w:rsid w:val="002C064A"/>
    <w:rsid w:val="002C12E4"/>
    <w:rsid w:val="002C2EA9"/>
    <w:rsid w:val="002C361E"/>
    <w:rsid w:val="002C3D99"/>
    <w:rsid w:val="002C497B"/>
    <w:rsid w:val="002C49AB"/>
    <w:rsid w:val="002C56B5"/>
    <w:rsid w:val="002D0A74"/>
    <w:rsid w:val="002D1089"/>
    <w:rsid w:val="002D2CA0"/>
    <w:rsid w:val="002D4A20"/>
    <w:rsid w:val="002D4DDF"/>
    <w:rsid w:val="002D51F0"/>
    <w:rsid w:val="002D5ADB"/>
    <w:rsid w:val="002D7862"/>
    <w:rsid w:val="002E0398"/>
    <w:rsid w:val="002E21F4"/>
    <w:rsid w:val="002E2C8B"/>
    <w:rsid w:val="002E2FCB"/>
    <w:rsid w:val="002E57BB"/>
    <w:rsid w:val="002E5ACB"/>
    <w:rsid w:val="002E6B0E"/>
    <w:rsid w:val="002F027A"/>
    <w:rsid w:val="002F0585"/>
    <w:rsid w:val="002F09E6"/>
    <w:rsid w:val="002F304A"/>
    <w:rsid w:val="002F3AE1"/>
    <w:rsid w:val="002F441A"/>
    <w:rsid w:val="002F46B6"/>
    <w:rsid w:val="002F5A0D"/>
    <w:rsid w:val="002F5F8E"/>
    <w:rsid w:val="002F6C4F"/>
    <w:rsid w:val="002F6F75"/>
    <w:rsid w:val="002F7D32"/>
    <w:rsid w:val="00300DC1"/>
    <w:rsid w:val="00300E7E"/>
    <w:rsid w:val="003015DD"/>
    <w:rsid w:val="003016E4"/>
    <w:rsid w:val="00301D97"/>
    <w:rsid w:val="003020B7"/>
    <w:rsid w:val="00302334"/>
    <w:rsid w:val="00304FF5"/>
    <w:rsid w:val="00305BE1"/>
    <w:rsid w:val="00306677"/>
    <w:rsid w:val="003109A2"/>
    <w:rsid w:val="003120B5"/>
    <w:rsid w:val="00316265"/>
    <w:rsid w:val="003173EB"/>
    <w:rsid w:val="0032001E"/>
    <w:rsid w:val="00320673"/>
    <w:rsid w:val="00320D58"/>
    <w:rsid w:val="00322846"/>
    <w:rsid w:val="00323938"/>
    <w:rsid w:val="00323EFE"/>
    <w:rsid w:val="00324CAF"/>
    <w:rsid w:val="003252FC"/>
    <w:rsid w:val="00325455"/>
    <w:rsid w:val="00325740"/>
    <w:rsid w:val="003259FE"/>
    <w:rsid w:val="00325E5C"/>
    <w:rsid w:val="00325EEF"/>
    <w:rsid w:val="00326265"/>
    <w:rsid w:val="00330192"/>
    <w:rsid w:val="00331A66"/>
    <w:rsid w:val="00331EBA"/>
    <w:rsid w:val="00332549"/>
    <w:rsid w:val="003326B2"/>
    <w:rsid w:val="00332C4F"/>
    <w:rsid w:val="00333033"/>
    <w:rsid w:val="00333D6E"/>
    <w:rsid w:val="00335D23"/>
    <w:rsid w:val="0033665C"/>
    <w:rsid w:val="003369B2"/>
    <w:rsid w:val="00337D5C"/>
    <w:rsid w:val="00342287"/>
    <w:rsid w:val="0034240B"/>
    <w:rsid w:val="003454AA"/>
    <w:rsid w:val="003478FF"/>
    <w:rsid w:val="00347B8C"/>
    <w:rsid w:val="003500A4"/>
    <w:rsid w:val="00350257"/>
    <w:rsid w:val="003506BF"/>
    <w:rsid w:val="00350FF3"/>
    <w:rsid w:val="003515BE"/>
    <w:rsid w:val="00353747"/>
    <w:rsid w:val="00354A8E"/>
    <w:rsid w:val="003563B4"/>
    <w:rsid w:val="0035706B"/>
    <w:rsid w:val="0036082C"/>
    <w:rsid w:val="0036089D"/>
    <w:rsid w:val="00361EFD"/>
    <w:rsid w:val="0036245D"/>
    <w:rsid w:val="003624D6"/>
    <w:rsid w:val="00362726"/>
    <w:rsid w:val="003629E4"/>
    <w:rsid w:val="00362A87"/>
    <w:rsid w:val="00362BC1"/>
    <w:rsid w:val="003642BE"/>
    <w:rsid w:val="00364C37"/>
    <w:rsid w:val="00365093"/>
    <w:rsid w:val="0036537F"/>
    <w:rsid w:val="0036554E"/>
    <w:rsid w:val="00365616"/>
    <w:rsid w:val="00365C16"/>
    <w:rsid w:val="003672EC"/>
    <w:rsid w:val="00367B73"/>
    <w:rsid w:val="00370650"/>
    <w:rsid w:val="003719B1"/>
    <w:rsid w:val="00372957"/>
    <w:rsid w:val="00373260"/>
    <w:rsid w:val="00375812"/>
    <w:rsid w:val="00375E7D"/>
    <w:rsid w:val="00381658"/>
    <w:rsid w:val="00381B13"/>
    <w:rsid w:val="00382A72"/>
    <w:rsid w:val="003830A3"/>
    <w:rsid w:val="0038417F"/>
    <w:rsid w:val="003844AE"/>
    <w:rsid w:val="00384849"/>
    <w:rsid w:val="00384863"/>
    <w:rsid w:val="00385E81"/>
    <w:rsid w:val="00386AF5"/>
    <w:rsid w:val="00386EF9"/>
    <w:rsid w:val="003902B8"/>
    <w:rsid w:val="0039073F"/>
    <w:rsid w:val="00391CB0"/>
    <w:rsid w:val="00391FB3"/>
    <w:rsid w:val="0039270D"/>
    <w:rsid w:val="00393464"/>
    <w:rsid w:val="003956FE"/>
    <w:rsid w:val="00397652"/>
    <w:rsid w:val="00397816"/>
    <w:rsid w:val="003A19C5"/>
    <w:rsid w:val="003A30F6"/>
    <w:rsid w:val="003A44C3"/>
    <w:rsid w:val="003A55C9"/>
    <w:rsid w:val="003A6163"/>
    <w:rsid w:val="003A67BE"/>
    <w:rsid w:val="003B0A75"/>
    <w:rsid w:val="003B1275"/>
    <w:rsid w:val="003B1E40"/>
    <w:rsid w:val="003B1FEC"/>
    <w:rsid w:val="003B3F7C"/>
    <w:rsid w:val="003B434E"/>
    <w:rsid w:val="003B44B4"/>
    <w:rsid w:val="003B4736"/>
    <w:rsid w:val="003B547D"/>
    <w:rsid w:val="003B6617"/>
    <w:rsid w:val="003B70B4"/>
    <w:rsid w:val="003B7753"/>
    <w:rsid w:val="003B7D8B"/>
    <w:rsid w:val="003C0468"/>
    <w:rsid w:val="003C04BD"/>
    <w:rsid w:val="003C1D8D"/>
    <w:rsid w:val="003C204A"/>
    <w:rsid w:val="003C3735"/>
    <w:rsid w:val="003C3A0F"/>
    <w:rsid w:val="003C412D"/>
    <w:rsid w:val="003C4EDE"/>
    <w:rsid w:val="003C4F8F"/>
    <w:rsid w:val="003C6FF7"/>
    <w:rsid w:val="003C7BEA"/>
    <w:rsid w:val="003D1113"/>
    <w:rsid w:val="003D1301"/>
    <w:rsid w:val="003D19F5"/>
    <w:rsid w:val="003D2AC7"/>
    <w:rsid w:val="003D3210"/>
    <w:rsid w:val="003D41CE"/>
    <w:rsid w:val="003D55AC"/>
    <w:rsid w:val="003D6376"/>
    <w:rsid w:val="003D65DB"/>
    <w:rsid w:val="003E179C"/>
    <w:rsid w:val="003E1D58"/>
    <w:rsid w:val="003E2442"/>
    <w:rsid w:val="003E255F"/>
    <w:rsid w:val="003E389E"/>
    <w:rsid w:val="003E3A1B"/>
    <w:rsid w:val="003E428B"/>
    <w:rsid w:val="003E5B74"/>
    <w:rsid w:val="003E7B87"/>
    <w:rsid w:val="003F0521"/>
    <w:rsid w:val="003F19FF"/>
    <w:rsid w:val="003F1B46"/>
    <w:rsid w:val="003F3C1A"/>
    <w:rsid w:val="003F4E48"/>
    <w:rsid w:val="003F506C"/>
    <w:rsid w:val="003F664F"/>
    <w:rsid w:val="003F684D"/>
    <w:rsid w:val="003F73A7"/>
    <w:rsid w:val="003F7DDF"/>
    <w:rsid w:val="00401071"/>
    <w:rsid w:val="0040207C"/>
    <w:rsid w:val="0040312B"/>
    <w:rsid w:val="00403DDD"/>
    <w:rsid w:val="0040536B"/>
    <w:rsid w:val="00405FBD"/>
    <w:rsid w:val="00406AB5"/>
    <w:rsid w:val="004075B7"/>
    <w:rsid w:val="00407AA8"/>
    <w:rsid w:val="004118BA"/>
    <w:rsid w:val="00412C88"/>
    <w:rsid w:val="00412E1E"/>
    <w:rsid w:val="00414640"/>
    <w:rsid w:val="0041492C"/>
    <w:rsid w:val="00414C7E"/>
    <w:rsid w:val="00416804"/>
    <w:rsid w:val="00416A13"/>
    <w:rsid w:val="00417054"/>
    <w:rsid w:val="00421BF8"/>
    <w:rsid w:val="00422E21"/>
    <w:rsid w:val="00424FCE"/>
    <w:rsid w:val="004257A5"/>
    <w:rsid w:val="0042597D"/>
    <w:rsid w:val="004268CC"/>
    <w:rsid w:val="00427029"/>
    <w:rsid w:val="00427182"/>
    <w:rsid w:val="00430D21"/>
    <w:rsid w:val="00431B90"/>
    <w:rsid w:val="00432453"/>
    <w:rsid w:val="0043387E"/>
    <w:rsid w:val="00434EE5"/>
    <w:rsid w:val="00436CEC"/>
    <w:rsid w:val="00437986"/>
    <w:rsid w:val="00440870"/>
    <w:rsid w:val="0044178C"/>
    <w:rsid w:val="0044204D"/>
    <w:rsid w:val="00445A81"/>
    <w:rsid w:val="004478B3"/>
    <w:rsid w:val="00450DD3"/>
    <w:rsid w:val="00450FA5"/>
    <w:rsid w:val="00451880"/>
    <w:rsid w:val="00451A08"/>
    <w:rsid w:val="00452159"/>
    <w:rsid w:val="004534FF"/>
    <w:rsid w:val="00453889"/>
    <w:rsid w:val="00456534"/>
    <w:rsid w:val="00456BEC"/>
    <w:rsid w:val="00460A0A"/>
    <w:rsid w:val="00460F0A"/>
    <w:rsid w:val="00461578"/>
    <w:rsid w:val="00462681"/>
    <w:rsid w:val="00462B56"/>
    <w:rsid w:val="004635AB"/>
    <w:rsid w:val="0046612E"/>
    <w:rsid w:val="00466667"/>
    <w:rsid w:val="004676E1"/>
    <w:rsid w:val="00467D67"/>
    <w:rsid w:val="00472C44"/>
    <w:rsid w:val="00472DA0"/>
    <w:rsid w:val="00473C31"/>
    <w:rsid w:val="00475502"/>
    <w:rsid w:val="004757A0"/>
    <w:rsid w:val="00476E7D"/>
    <w:rsid w:val="0048056A"/>
    <w:rsid w:val="00480D31"/>
    <w:rsid w:val="0048102F"/>
    <w:rsid w:val="0048216E"/>
    <w:rsid w:val="0048321A"/>
    <w:rsid w:val="00483E35"/>
    <w:rsid w:val="0048498B"/>
    <w:rsid w:val="00486AB2"/>
    <w:rsid w:val="00486F70"/>
    <w:rsid w:val="004874D6"/>
    <w:rsid w:val="004907B2"/>
    <w:rsid w:val="0049230A"/>
    <w:rsid w:val="0049243A"/>
    <w:rsid w:val="0049256E"/>
    <w:rsid w:val="00492FD6"/>
    <w:rsid w:val="00493511"/>
    <w:rsid w:val="00494AEF"/>
    <w:rsid w:val="00495CDA"/>
    <w:rsid w:val="004964AA"/>
    <w:rsid w:val="00497ABF"/>
    <w:rsid w:val="004A0788"/>
    <w:rsid w:val="004A0F60"/>
    <w:rsid w:val="004A1481"/>
    <w:rsid w:val="004A2EA2"/>
    <w:rsid w:val="004A2F1E"/>
    <w:rsid w:val="004A345A"/>
    <w:rsid w:val="004A4F49"/>
    <w:rsid w:val="004A519B"/>
    <w:rsid w:val="004A620F"/>
    <w:rsid w:val="004A66D5"/>
    <w:rsid w:val="004A6D3C"/>
    <w:rsid w:val="004A7187"/>
    <w:rsid w:val="004B0FE5"/>
    <w:rsid w:val="004B1595"/>
    <w:rsid w:val="004B1DB8"/>
    <w:rsid w:val="004B2AA3"/>
    <w:rsid w:val="004B2EA6"/>
    <w:rsid w:val="004B359A"/>
    <w:rsid w:val="004B45FD"/>
    <w:rsid w:val="004B4FEF"/>
    <w:rsid w:val="004B570B"/>
    <w:rsid w:val="004B6DAB"/>
    <w:rsid w:val="004B75AA"/>
    <w:rsid w:val="004B7FBA"/>
    <w:rsid w:val="004C034C"/>
    <w:rsid w:val="004C03A8"/>
    <w:rsid w:val="004C05ED"/>
    <w:rsid w:val="004C0FD6"/>
    <w:rsid w:val="004C15BF"/>
    <w:rsid w:val="004C1ECA"/>
    <w:rsid w:val="004C43BA"/>
    <w:rsid w:val="004C48B9"/>
    <w:rsid w:val="004C6B00"/>
    <w:rsid w:val="004D0A6E"/>
    <w:rsid w:val="004D198C"/>
    <w:rsid w:val="004D1ACC"/>
    <w:rsid w:val="004D48FF"/>
    <w:rsid w:val="004D4C5B"/>
    <w:rsid w:val="004D6782"/>
    <w:rsid w:val="004E045C"/>
    <w:rsid w:val="004E1470"/>
    <w:rsid w:val="004E210D"/>
    <w:rsid w:val="004E2D98"/>
    <w:rsid w:val="004E2EBC"/>
    <w:rsid w:val="004E3193"/>
    <w:rsid w:val="004E34EE"/>
    <w:rsid w:val="004E4F85"/>
    <w:rsid w:val="004E6C4C"/>
    <w:rsid w:val="004E772F"/>
    <w:rsid w:val="004E77D5"/>
    <w:rsid w:val="004E788C"/>
    <w:rsid w:val="004F023C"/>
    <w:rsid w:val="004F07E1"/>
    <w:rsid w:val="004F0C50"/>
    <w:rsid w:val="004F110F"/>
    <w:rsid w:val="004F1AC9"/>
    <w:rsid w:val="004F1EC1"/>
    <w:rsid w:val="004F2518"/>
    <w:rsid w:val="004F2E84"/>
    <w:rsid w:val="004F3230"/>
    <w:rsid w:val="004F33B4"/>
    <w:rsid w:val="004F4F63"/>
    <w:rsid w:val="004F546F"/>
    <w:rsid w:val="004F670E"/>
    <w:rsid w:val="004F72BA"/>
    <w:rsid w:val="004F77F0"/>
    <w:rsid w:val="004F7F0C"/>
    <w:rsid w:val="00501E87"/>
    <w:rsid w:val="00501EF3"/>
    <w:rsid w:val="00501FFD"/>
    <w:rsid w:val="00502419"/>
    <w:rsid w:val="00504AD0"/>
    <w:rsid w:val="00504DD8"/>
    <w:rsid w:val="005062B7"/>
    <w:rsid w:val="00506FEA"/>
    <w:rsid w:val="00507656"/>
    <w:rsid w:val="00507BC7"/>
    <w:rsid w:val="0051319B"/>
    <w:rsid w:val="00514309"/>
    <w:rsid w:val="00514D68"/>
    <w:rsid w:val="0051789C"/>
    <w:rsid w:val="00520717"/>
    <w:rsid w:val="00520C2C"/>
    <w:rsid w:val="005213A7"/>
    <w:rsid w:val="00521A7A"/>
    <w:rsid w:val="00521D56"/>
    <w:rsid w:val="00522015"/>
    <w:rsid w:val="0052352D"/>
    <w:rsid w:val="00526ACB"/>
    <w:rsid w:val="00526E77"/>
    <w:rsid w:val="0052707C"/>
    <w:rsid w:val="00531DD0"/>
    <w:rsid w:val="005321B3"/>
    <w:rsid w:val="00532327"/>
    <w:rsid w:val="00532A16"/>
    <w:rsid w:val="00533D95"/>
    <w:rsid w:val="00534D93"/>
    <w:rsid w:val="005353F8"/>
    <w:rsid w:val="00535657"/>
    <w:rsid w:val="00537269"/>
    <w:rsid w:val="00537D96"/>
    <w:rsid w:val="0054088E"/>
    <w:rsid w:val="005411FB"/>
    <w:rsid w:val="005431B0"/>
    <w:rsid w:val="00544C38"/>
    <w:rsid w:val="00545D58"/>
    <w:rsid w:val="00551062"/>
    <w:rsid w:val="0055156E"/>
    <w:rsid w:val="00554BF3"/>
    <w:rsid w:val="00554C0D"/>
    <w:rsid w:val="00555925"/>
    <w:rsid w:val="00557389"/>
    <w:rsid w:val="00562661"/>
    <w:rsid w:val="0056290D"/>
    <w:rsid w:val="0056294E"/>
    <w:rsid w:val="00563A4A"/>
    <w:rsid w:val="005651AF"/>
    <w:rsid w:val="00565C20"/>
    <w:rsid w:val="0056795B"/>
    <w:rsid w:val="005679E8"/>
    <w:rsid w:val="00567C51"/>
    <w:rsid w:val="00572AD4"/>
    <w:rsid w:val="00572F96"/>
    <w:rsid w:val="0057345F"/>
    <w:rsid w:val="00576FC0"/>
    <w:rsid w:val="0057758C"/>
    <w:rsid w:val="00580F29"/>
    <w:rsid w:val="0058136A"/>
    <w:rsid w:val="005814EC"/>
    <w:rsid w:val="00581903"/>
    <w:rsid w:val="00581F2B"/>
    <w:rsid w:val="00581FE1"/>
    <w:rsid w:val="00582B0A"/>
    <w:rsid w:val="00582CCA"/>
    <w:rsid w:val="005835C1"/>
    <w:rsid w:val="00584BBF"/>
    <w:rsid w:val="00584EE3"/>
    <w:rsid w:val="00585E62"/>
    <w:rsid w:val="00586ACA"/>
    <w:rsid w:val="005872D9"/>
    <w:rsid w:val="005872E7"/>
    <w:rsid w:val="00587F16"/>
    <w:rsid w:val="0059228A"/>
    <w:rsid w:val="005948F0"/>
    <w:rsid w:val="005955E2"/>
    <w:rsid w:val="00596442"/>
    <w:rsid w:val="005965CA"/>
    <w:rsid w:val="005978CF"/>
    <w:rsid w:val="00597BDC"/>
    <w:rsid w:val="00597E62"/>
    <w:rsid w:val="005A31B8"/>
    <w:rsid w:val="005A41CA"/>
    <w:rsid w:val="005A4396"/>
    <w:rsid w:val="005A4590"/>
    <w:rsid w:val="005A6984"/>
    <w:rsid w:val="005A791E"/>
    <w:rsid w:val="005A7A45"/>
    <w:rsid w:val="005B0DE5"/>
    <w:rsid w:val="005B1290"/>
    <w:rsid w:val="005B268C"/>
    <w:rsid w:val="005B3594"/>
    <w:rsid w:val="005B571B"/>
    <w:rsid w:val="005B59BA"/>
    <w:rsid w:val="005B61B3"/>
    <w:rsid w:val="005B6A67"/>
    <w:rsid w:val="005B716A"/>
    <w:rsid w:val="005B71B4"/>
    <w:rsid w:val="005C00AB"/>
    <w:rsid w:val="005C0586"/>
    <w:rsid w:val="005C0959"/>
    <w:rsid w:val="005C0F4C"/>
    <w:rsid w:val="005C1DE2"/>
    <w:rsid w:val="005C2201"/>
    <w:rsid w:val="005C315D"/>
    <w:rsid w:val="005C3545"/>
    <w:rsid w:val="005C7C76"/>
    <w:rsid w:val="005D128A"/>
    <w:rsid w:val="005D12CC"/>
    <w:rsid w:val="005D1595"/>
    <w:rsid w:val="005D2208"/>
    <w:rsid w:val="005D254D"/>
    <w:rsid w:val="005D3CA2"/>
    <w:rsid w:val="005D56BC"/>
    <w:rsid w:val="005D5A33"/>
    <w:rsid w:val="005D5DEB"/>
    <w:rsid w:val="005D605E"/>
    <w:rsid w:val="005D6FD4"/>
    <w:rsid w:val="005E0358"/>
    <w:rsid w:val="005E069A"/>
    <w:rsid w:val="005E0BA1"/>
    <w:rsid w:val="005E0C4B"/>
    <w:rsid w:val="005E22EF"/>
    <w:rsid w:val="005E2B06"/>
    <w:rsid w:val="005E4411"/>
    <w:rsid w:val="005E4672"/>
    <w:rsid w:val="005E4D66"/>
    <w:rsid w:val="005E6834"/>
    <w:rsid w:val="005E68B3"/>
    <w:rsid w:val="005E6A8E"/>
    <w:rsid w:val="005F0934"/>
    <w:rsid w:val="005F1CD3"/>
    <w:rsid w:val="005F3955"/>
    <w:rsid w:val="005F5DAC"/>
    <w:rsid w:val="005F6C8D"/>
    <w:rsid w:val="006002D3"/>
    <w:rsid w:val="00600A14"/>
    <w:rsid w:val="00600ACD"/>
    <w:rsid w:val="00600BC3"/>
    <w:rsid w:val="00601193"/>
    <w:rsid w:val="00601584"/>
    <w:rsid w:val="00601F71"/>
    <w:rsid w:val="00601FD6"/>
    <w:rsid w:val="006021CE"/>
    <w:rsid w:val="00603BD7"/>
    <w:rsid w:val="006046A4"/>
    <w:rsid w:val="00604E10"/>
    <w:rsid w:val="00605F04"/>
    <w:rsid w:val="00606959"/>
    <w:rsid w:val="00606B45"/>
    <w:rsid w:val="006074A2"/>
    <w:rsid w:val="00607C51"/>
    <w:rsid w:val="00607EFA"/>
    <w:rsid w:val="006101D7"/>
    <w:rsid w:val="006111AE"/>
    <w:rsid w:val="00611AC8"/>
    <w:rsid w:val="00611F5F"/>
    <w:rsid w:val="006120AE"/>
    <w:rsid w:val="00612154"/>
    <w:rsid w:val="00612CE2"/>
    <w:rsid w:val="00612E82"/>
    <w:rsid w:val="00613228"/>
    <w:rsid w:val="00613444"/>
    <w:rsid w:val="006135C6"/>
    <w:rsid w:val="00614065"/>
    <w:rsid w:val="006141EF"/>
    <w:rsid w:val="0061477D"/>
    <w:rsid w:val="0061542D"/>
    <w:rsid w:val="00616A96"/>
    <w:rsid w:val="00620B32"/>
    <w:rsid w:val="00621362"/>
    <w:rsid w:val="006217B2"/>
    <w:rsid w:val="00623FD8"/>
    <w:rsid w:val="00624488"/>
    <w:rsid w:val="00624997"/>
    <w:rsid w:val="006264B2"/>
    <w:rsid w:val="00626961"/>
    <w:rsid w:val="00626B3C"/>
    <w:rsid w:val="006271B7"/>
    <w:rsid w:val="006277A4"/>
    <w:rsid w:val="00627AD1"/>
    <w:rsid w:val="006301C8"/>
    <w:rsid w:val="0063022D"/>
    <w:rsid w:val="0063080A"/>
    <w:rsid w:val="00630AB5"/>
    <w:rsid w:val="006326AC"/>
    <w:rsid w:val="00633D10"/>
    <w:rsid w:val="00634499"/>
    <w:rsid w:val="0063466C"/>
    <w:rsid w:val="00634F0A"/>
    <w:rsid w:val="0063519F"/>
    <w:rsid w:val="00635284"/>
    <w:rsid w:val="00635337"/>
    <w:rsid w:val="0063581D"/>
    <w:rsid w:val="00635B7B"/>
    <w:rsid w:val="00636262"/>
    <w:rsid w:val="006407ED"/>
    <w:rsid w:val="00643067"/>
    <w:rsid w:val="00643CFF"/>
    <w:rsid w:val="00644D87"/>
    <w:rsid w:val="00646B9F"/>
    <w:rsid w:val="00646E4B"/>
    <w:rsid w:val="00650033"/>
    <w:rsid w:val="00650982"/>
    <w:rsid w:val="00652FEC"/>
    <w:rsid w:val="00653385"/>
    <w:rsid w:val="00653549"/>
    <w:rsid w:val="006538D7"/>
    <w:rsid w:val="00653E38"/>
    <w:rsid w:val="00654395"/>
    <w:rsid w:val="00655724"/>
    <w:rsid w:val="00655AD9"/>
    <w:rsid w:val="00655FCA"/>
    <w:rsid w:val="00660CFD"/>
    <w:rsid w:val="006619B3"/>
    <w:rsid w:val="00661F40"/>
    <w:rsid w:val="006625E2"/>
    <w:rsid w:val="00662FBA"/>
    <w:rsid w:val="006631AD"/>
    <w:rsid w:val="0066353E"/>
    <w:rsid w:val="00663917"/>
    <w:rsid w:val="00665F53"/>
    <w:rsid w:val="00672738"/>
    <w:rsid w:val="00672F8B"/>
    <w:rsid w:val="00673EF4"/>
    <w:rsid w:val="00675343"/>
    <w:rsid w:val="00677633"/>
    <w:rsid w:val="00681177"/>
    <w:rsid w:val="0068260E"/>
    <w:rsid w:val="00682BCF"/>
    <w:rsid w:val="00682C08"/>
    <w:rsid w:val="00682DB9"/>
    <w:rsid w:val="00683271"/>
    <w:rsid w:val="0068596C"/>
    <w:rsid w:val="006872D3"/>
    <w:rsid w:val="00687B2C"/>
    <w:rsid w:val="00687D95"/>
    <w:rsid w:val="00692E64"/>
    <w:rsid w:val="00692EB3"/>
    <w:rsid w:val="0069633D"/>
    <w:rsid w:val="00696BD9"/>
    <w:rsid w:val="00697125"/>
    <w:rsid w:val="00697610"/>
    <w:rsid w:val="006A154F"/>
    <w:rsid w:val="006A16BB"/>
    <w:rsid w:val="006A1832"/>
    <w:rsid w:val="006A2C28"/>
    <w:rsid w:val="006A3CF9"/>
    <w:rsid w:val="006A4450"/>
    <w:rsid w:val="006A6B01"/>
    <w:rsid w:val="006A72F8"/>
    <w:rsid w:val="006B0716"/>
    <w:rsid w:val="006B14C4"/>
    <w:rsid w:val="006B1B0A"/>
    <w:rsid w:val="006B44C6"/>
    <w:rsid w:val="006B755B"/>
    <w:rsid w:val="006B7667"/>
    <w:rsid w:val="006C0A11"/>
    <w:rsid w:val="006C194E"/>
    <w:rsid w:val="006C1B09"/>
    <w:rsid w:val="006C2410"/>
    <w:rsid w:val="006C2F89"/>
    <w:rsid w:val="006C4050"/>
    <w:rsid w:val="006C61C0"/>
    <w:rsid w:val="006C6A15"/>
    <w:rsid w:val="006C7876"/>
    <w:rsid w:val="006C7BB9"/>
    <w:rsid w:val="006C7E38"/>
    <w:rsid w:val="006D05D8"/>
    <w:rsid w:val="006D0B18"/>
    <w:rsid w:val="006D23A3"/>
    <w:rsid w:val="006D285A"/>
    <w:rsid w:val="006D29BE"/>
    <w:rsid w:val="006D336B"/>
    <w:rsid w:val="006D43D1"/>
    <w:rsid w:val="006D6696"/>
    <w:rsid w:val="006D6E5F"/>
    <w:rsid w:val="006E0066"/>
    <w:rsid w:val="006E053C"/>
    <w:rsid w:val="006E0744"/>
    <w:rsid w:val="006E074A"/>
    <w:rsid w:val="006E1CE2"/>
    <w:rsid w:val="006E236F"/>
    <w:rsid w:val="006E3762"/>
    <w:rsid w:val="006E4F2E"/>
    <w:rsid w:val="006E5185"/>
    <w:rsid w:val="006E5197"/>
    <w:rsid w:val="006E608B"/>
    <w:rsid w:val="006E6C83"/>
    <w:rsid w:val="006F0724"/>
    <w:rsid w:val="006F27F8"/>
    <w:rsid w:val="006F43E2"/>
    <w:rsid w:val="006F4F4F"/>
    <w:rsid w:val="006F64A4"/>
    <w:rsid w:val="00700353"/>
    <w:rsid w:val="0070133B"/>
    <w:rsid w:val="007019CA"/>
    <w:rsid w:val="0070285A"/>
    <w:rsid w:val="00703557"/>
    <w:rsid w:val="00704F54"/>
    <w:rsid w:val="00705781"/>
    <w:rsid w:val="00705EE0"/>
    <w:rsid w:val="00707DCD"/>
    <w:rsid w:val="00710059"/>
    <w:rsid w:val="0071216C"/>
    <w:rsid w:val="007126AB"/>
    <w:rsid w:val="007134E0"/>
    <w:rsid w:val="00713A03"/>
    <w:rsid w:val="00713B42"/>
    <w:rsid w:val="007141A7"/>
    <w:rsid w:val="0071464C"/>
    <w:rsid w:val="00714CB6"/>
    <w:rsid w:val="007204A8"/>
    <w:rsid w:val="00721BBA"/>
    <w:rsid w:val="00722614"/>
    <w:rsid w:val="00722741"/>
    <w:rsid w:val="007227E8"/>
    <w:rsid w:val="007234E9"/>
    <w:rsid w:val="007236B6"/>
    <w:rsid w:val="00724A3B"/>
    <w:rsid w:val="00724EEF"/>
    <w:rsid w:val="00726BD5"/>
    <w:rsid w:val="00726FC6"/>
    <w:rsid w:val="00727A0B"/>
    <w:rsid w:val="00727A75"/>
    <w:rsid w:val="00730FFE"/>
    <w:rsid w:val="00731113"/>
    <w:rsid w:val="007315F2"/>
    <w:rsid w:val="00732523"/>
    <w:rsid w:val="00735C20"/>
    <w:rsid w:val="00736108"/>
    <w:rsid w:val="00736B9A"/>
    <w:rsid w:val="00737108"/>
    <w:rsid w:val="00737EC4"/>
    <w:rsid w:val="00741296"/>
    <w:rsid w:val="00746678"/>
    <w:rsid w:val="00746C9E"/>
    <w:rsid w:val="00747494"/>
    <w:rsid w:val="00751805"/>
    <w:rsid w:val="0075191D"/>
    <w:rsid w:val="00751AAB"/>
    <w:rsid w:val="00752210"/>
    <w:rsid w:val="00752B5E"/>
    <w:rsid w:val="00752E0B"/>
    <w:rsid w:val="00753DFA"/>
    <w:rsid w:val="007549AB"/>
    <w:rsid w:val="00755174"/>
    <w:rsid w:val="00755302"/>
    <w:rsid w:val="00756A57"/>
    <w:rsid w:val="00756D35"/>
    <w:rsid w:val="00760A33"/>
    <w:rsid w:val="0076130F"/>
    <w:rsid w:val="00764B30"/>
    <w:rsid w:val="00766C61"/>
    <w:rsid w:val="00766DA0"/>
    <w:rsid w:val="007672F5"/>
    <w:rsid w:val="00767D0A"/>
    <w:rsid w:val="00770B2D"/>
    <w:rsid w:val="00770E3D"/>
    <w:rsid w:val="00770E54"/>
    <w:rsid w:val="007715FA"/>
    <w:rsid w:val="00771945"/>
    <w:rsid w:val="00772822"/>
    <w:rsid w:val="007733BC"/>
    <w:rsid w:val="00774995"/>
    <w:rsid w:val="007757D7"/>
    <w:rsid w:val="0077795C"/>
    <w:rsid w:val="00777C35"/>
    <w:rsid w:val="00780326"/>
    <w:rsid w:val="00780E11"/>
    <w:rsid w:val="00781F8C"/>
    <w:rsid w:val="007826A7"/>
    <w:rsid w:val="00782B11"/>
    <w:rsid w:val="0078381C"/>
    <w:rsid w:val="0078413F"/>
    <w:rsid w:val="007845FC"/>
    <w:rsid w:val="00785744"/>
    <w:rsid w:val="00785980"/>
    <w:rsid w:val="00785C8E"/>
    <w:rsid w:val="00787147"/>
    <w:rsid w:val="007871BE"/>
    <w:rsid w:val="00787281"/>
    <w:rsid w:val="00787C05"/>
    <w:rsid w:val="00790E98"/>
    <w:rsid w:val="00791A18"/>
    <w:rsid w:val="00791C5B"/>
    <w:rsid w:val="00792B09"/>
    <w:rsid w:val="00793993"/>
    <w:rsid w:val="007A0F48"/>
    <w:rsid w:val="007A1C83"/>
    <w:rsid w:val="007A268D"/>
    <w:rsid w:val="007A2F4E"/>
    <w:rsid w:val="007A3012"/>
    <w:rsid w:val="007A4329"/>
    <w:rsid w:val="007A44DB"/>
    <w:rsid w:val="007A51E8"/>
    <w:rsid w:val="007A6502"/>
    <w:rsid w:val="007B42F8"/>
    <w:rsid w:val="007B5B8F"/>
    <w:rsid w:val="007B6640"/>
    <w:rsid w:val="007C09EC"/>
    <w:rsid w:val="007C1894"/>
    <w:rsid w:val="007C2CE1"/>
    <w:rsid w:val="007C4AD9"/>
    <w:rsid w:val="007C5AD3"/>
    <w:rsid w:val="007C7351"/>
    <w:rsid w:val="007C7384"/>
    <w:rsid w:val="007D1C17"/>
    <w:rsid w:val="007D1E72"/>
    <w:rsid w:val="007D2DB6"/>
    <w:rsid w:val="007D41E6"/>
    <w:rsid w:val="007D59D1"/>
    <w:rsid w:val="007D5CA4"/>
    <w:rsid w:val="007D6EEE"/>
    <w:rsid w:val="007D708B"/>
    <w:rsid w:val="007D74AC"/>
    <w:rsid w:val="007E2022"/>
    <w:rsid w:val="007E209F"/>
    <w:rsid w:val="007E3F1C"/>
    <w:rsid w:val="007E4417"/>
    <w:rsid w:val="007E4A6C"/>
    <w:rsid w:val="007E4B5D"/>
    <w:rsid w:val="007E519C"/>
    <w:rsid w:val="007E6F69"/>
    <w:rsid w:val="007E77C8"/>
    <w:rsid w:val="007E7E1E"/>
    <w:rsid w:val="007F00A1"/>
    <w:rsid w:val="007F038B"/>
    <w:rsid w:val="007F1489"/>
    <w:rsid w:val="007F19C7"/>
    <w:rsid w:val="007F2FD4"/>
    <w:rsid w:val="007F49AE"/>
    <w:rsid w:val="007F5F89"/>
    <w:rsid w:val="007F6869"/>
    <w:rsid w:val="007F75DF"/>
    <w:rsid w:val="007F781F"/>
    <w:rsid w:val="008030E0"/>
    <w:rsid w:val="00804079"/>
    <w:rsid w:val="00804215"/>
    <w:rsid w:val="00805AB1"/>
    <w:rsid w:val="0081439F"/>
    <w:rsid w:val="00815390"/>
    <w:rsid w:val="00815524"/>
    <w:rsid w:val="00815D68"/>
    <w:rsid w:val="00816535"/>
    <w:rsid w:val="00816AB8"/>
    <w:rsid w:val="0081711C"/>
    <w:rsid w:val="0081752A"/>
    <w:rsid w:val="00817F8D"/>
    <w:rsid w:val="00820601"/>
    <w:rsid w:val="00820C93"/>
    <w:rsid w:val="00822D7A"/>
    <w:rsid w:val="008233F3"/>
    <w:rsid w:val="00823DC6"/>
    <w:rsid w:val="00824AAE"/>
    <w:rsid w:val="00824C5F"/>
    <w:rsid w:val="00825FE5"/>
    <w:rsid w:val="00827C2D"/>
    <w:rsid w:val="00830F17"/>
    <w:rsid w:val="008312B8"/>
    <w:rsid w:val="00831440"/>
    <w:rsid w:val="00831B32"/>
    <w:rsid w:val="0083297C"/>
    <w:rsid w:val="00832C5F"/>
    <w:rsid w:val="0083330A"/>
    <w:rsid w:val="00833A1F"/>
    <w:rsid w:val="00834068"/>
    <w:rsid w:val="008357E1"/>
    <w:rsid w:val="008363EF"/>
    <w:rsid w:val="00836B28"/>
    <w:rsid w:val="00837D66"/>
    <w:rsid w:val="00840BD8"/>
    <w:rsid w:val="0084132E"/>
    <w:rsid w:val="008428FB"/>
    <w:rsid w:val="00842A82"/>
    <w:rsid w:val="00843123"/>
    <w:rsid w:val="008434AE"/>
    <w:rsid w:val="00843E94"/>
    <w:rsid w:val="00844DE0"/>
    <w:rsid w:val="0084704F"/>
    <w:rsid w:val="008470B5"/>
    <w:rsid w:val="00847125"/>
    <w:rsid w:val="00847D1D"/>
    <w:rsid w:val="008506F2"/>
    <w:rsid w:val="00850F93"/>
    <w:rsid w:val="00853B23"/>
    <w:rsid w:val="00854E2F"/>
    <w:rsid w:val="00855157"/>
    <w:rsid w:val="008560FB"/>
    <w:rsid w:val="00857073"/>
    <w:rsid w:val="008570C9"/>
    <w:rsid w:val="0085742B"/>
    <w:rsid w:val="00857A04"/>
    <w:rsid w:val="00857BAD"/>
    <w:rsid w:val="00861CF0"/>
    <w:rsid w:val="00862BBF"/>
    <w:rsid w:val="00864015"/>
    <w:rsid w:val="00864C96"/>
    <w:rsid w:val="00865045"/>
    <w:rsid w:val="0086542C"/>
    <w:rsid w:val="0086563A"/>
    <w:rsid w:val="00866905"/>
    <w:rsid w:val="00866A00"/>
    <w:rsid w:val="00866D84"/>
    <w:rsid w:val="00867937"/>
    <w:rsid w:val="00870234"/>
    <w:rsid w:val="008708A8"/>
    <w:rsid w:val="00870E97"/>
    <w:rsid w:val="00871285"/>
    <w:rsid w:val="00872068"/>
    <w:rsid w:val="008731D3"/>
    <w:rsid w:val="00873C0D"/>
    <w:rsid w:val="00874CFA"/>
    <w:rsid w:val="00874D69"/>
    <w:rsid w:val="00875125"/>
    <w:rsid w:val="0087585A"/>
    <w:rsid w:val="00875DCC"/>
    <w:rsid w:val="00875EB4"/>
    <w:rsid w:val="0087606A"/>
    <w:rsid w:val="00877285"/>
    <w:rsid w:val="00877CF3"/>
    <w:rsid w:val="008812DB"/>
    <w:rsid w:val="00881DBE"/>
    <w:rsid w:val="00885E77"/>
    <w:rsid w:val="00885E81"/>
    <w:rsid w:val="00887950"/>
    <w:rsid w:val="00890368"/>
    <w:rsid w:val="00891356"/>
    <w:rsid w:val="00891750"/>
    <w:rsid w:val="0089176B"/>
    <w:rsid w:val="00891F93"/>
    <w:rsid w:val="0089503C"/>
    <w:rsid w:val="008953EE"/>
    <w:rsid w:val="00895475"/>
    <w:rsid w:val="00895ED3"/>
    <w:rsid w:val="008968FD"/>
    <w:rsid w:val="00896AE5"/>
    <w:rsid w:val="008971AA"/>
    <w:rsid w:val="008975B4"/>
    <w:rsid w:val="008A05E1"/>
    <w:rsid w:val="008A1674"/>
    <w:rsid w:val="008A1EBA"/>
    <w:rsid w:val="008A1FD1"/>
    <w:rsid w:val="008A261B"/>
    <w:rsid w:val="008A4977"/>
    <w:rsid w:val="008A4C36"/>
    <w:rsid w:val="008A5597"/>
    <w:rsid w:val="008A6E1A"/>
    <w:rsid w:val="008A7C28"/>
    <w:rsid w:val="008B0423"/>
    <w:rsid w:val="008B1739"/>
    <w:rsid w:val="008B28F1"/>
    <w:rsid w:val="008B2EFC"/>
    <w:rsid w:val="008B4D4A"/>
    <w:rsid w:val="008B5E83"/>
    <w:rsid w:val="008B66B9"/>
    <w:rsid w:val="008B7F34"/>
    <w:rsid w:val="008C0A28"/>
    <w:rsid w:val="008C163A"/>
    <w:rsid w:val="008C1E2A"/>
    <w:rsid w:val="008C3367"/>
    <w:rsid w:val="008C425B"/>
    <w:rsid w:val="008C49BA"/>
    <w:rsid w:val="008C4E22"/>
    <w:rsid w:val="008C5009"/>
    <w:rsid w:val="008C58B5"/>
    <w:rsid w:val="008C76D5"/>
    <w:rsid w:val="008D0E7B"/>
    <w:rsid w:val="008D0EFF"/>
    <w:rsid w:val="008D155D"/>
    <w:rsid w:val="008D1742"/>
    <w:rsid w:val="008D1DE6"/>
    <w:rsid w:val="008D31FA"/>
    <w:rsid w:val="008D339C"/>
    <w:rsid w:val="008D36F3"/>
    <w:rsid w:val="008D394C"/>
    <w:rsid w:val="008D39F5"/>
    <w:rsid w:val="008D45DC"/>
    <w:rsid w:val="008D521D"/>
    <w:rsid w:val="008D5B43"/>
    <w:rsid w:val="008D610C"/>
    <w:rsid w:val="008D7844"/>
    <w:rsid w:val="008D7937"/>
    <w:rsid w:val="008E0788"/>
    <w:rsid w:val="008E122C"/>
    <w:rsid w:val="008E58B4"/>
    <w:rsid w:val="008E72AD"/>
    <w:rsid w:val="008E789F"/>
    <w:rsid w:val="008F01DE"/>
    <w:rsid w:val="008F2C6A"/>
    <w:rsid w:val="008F2DB9"/>
    <w:rsid w:val="008F3284"/>
    <w:rsid w:val="008F3A59"/>
    <w:rsid w:val="008F44E5"/>
    <w:rsid w:val="008F4F14"/>
    <w:rsid w:val="008F5CB5"/>
    <w:rsid w:val="008F5EF0"/>
    <w:rsid w:val="008F6119"/>
    <w:rsid w:val="008F6AA4"/>
    <w:rsid w:val="008F7A5D"/>
    <w:rsid w:val="00900E77"/>
    <w:rsid w:val="00902A1B"/>
    <w:rsid w:val="00902E6F"/>
    <w:rsid w:val="009036BD"/>
    <w:rsid w:val="00903C83"/>
    <w:rsid w:val="009047DF"/>
    <w:rsid w:val="00904EE9"/>
    <w:rsid w:val="00905B27"/>
    <w:rsid w:val="00907621"/>
    <w:rsid w:val="00907DA6"/>
    <w:rsid w:val="009111EF"/>
    <w:rsid w:val="009122F7"/>
    <w:rsid w:val="00912B17"/>
    <w:rsid w:val="009132D6"/>
    <w:rsid w:val="00913AF7"/>
    <w:rsid w:val="0091408B"/>
    <w:rsid w:val="00914B97"/>
    <w:rsid w:val="00920971"/>
    <w:rsid w:val="00920D2D"/>
    <w:rsid w:val="0092208A"/>
    <w:rsid w:val="009251F6"/>
    <w:rsid w:val="0092535C"/>
    <w:rsid w:val="00927B49"/>
    <w:rsid w:val="00930DAB"/>
    <w:rsid w:val="00931418"/>
    <w:rsid w:val="00932AB3"/>
    <w:rsid w:val="00932CC4"/>
    <w:rsid w:val="009330AF"/>
    <w:rsid w:val="00934BE0"/>
    <w:rsid w:val="00937BFE"/>
    <w:rsid w:val="009428BC"/>
    <w:rsid w:val="00942A36"/>
    <w:rsid w:val="0094392A"/>
    <w:rsid w:val="009448A3"/>
    <w:rsid w:val="00945283"/>
    <w:rsid w:val="0094570A"/>
    <w:rsid w:val="009463D2"/>
    <w:rsid w:val="009465F4"/>
    <w:rsid w:val="00947778"/>
    <w:rsid w:val="00947F0D"/>
    <w:rsid w:val="00951C2F"/>
    <w:rsid w:val="009526BA"/>
    <w:rsid w:val="00952CFD"/>
    <w:rsid w:val="00954495"/>
    <w:rsid w:val="00954E92"/>
    <w:rsid w:val="009557FE"/>
    <w:rsid w:val="00955AC8"/>
    <w:rsid w:val="00956D07"/>
    <w:rsid w:val="0095741F"/>
    <w:rsid w:val="0096184A"/>
    <w:rsid w:val="0096343C"/>
    <w:rsid w:val="009636CD"/>
    <w:rsid w:val="00964543"/>
    <w:rsid w:val="009650E7"/>
    <w:rsid w:val="0096692C"/>
    <w:rsid w:val="00966963"/>
    <w:rsid w:val="00966C57"/>
    <w:rsid w:val="009701EF"/>
    <w:rsid w:val="00971F2D"/>
    <w:rsid w:val="009726B1"/>
    <w:rsid w:val="0097287C"/>
    <w:rsid w:val="00972938"/>
    <w:rsid w:val="00972B87"/>
    <w:rsid w:val="00974A53"/>
    <w:rsid w:val="0097607B"/>
    <w:rsid w:val="00977FC5"/>
    <w:rsid w:val="00980218"/>
    <w:rsid w:val="00980367"/>
    <w:rsid w:val="00982207"/>
    <w:rsid w:val="009842CD"/>
    <w:rsid w:val="00984783"/>
    <w:rsid w:val="009848BD"/>
    <w:rsid w:val="00985333"/>
    <w:rsid w:val="00985DBB"/>
    <w:rsid w:val="00986577"/>
    <w:rsid w:val="00986B70"/>
    <w:rsid w:val="00990279"/>
    <w:rsid w:val="00990740"/>
    <w:rsid w:val="00990975"/>
    <w:rsid w:val="00991626"/>
    <w:rsid w:val="00991F3B"/>
    <w:rsid w:val="00992776"/>
    <w:rsid w:val="0099295D"/>
    <w:rsid w:val="00992A39"/>
    <w:rsid w:val="00995771"/>
    <w:rsid w:val="00995958"/>
    <w:rsid w:val="00995FA5"/>
    <w:rsid w:val="00996728"/>
    <w:rsid w:val="00997247"/>
    <w:rsid w:val="009A0FC3"/>
    <w:rsid w:val="009A1438"/>
    <w:rsid w:val="009A1527"/>
    <w:rsid w:val="009A183B"/>
    <w:rsid w:val="009A4642"/>
    <w:rsid w:val="009A49E8"/>
    <w:rsid w:val="009A5A54"/>
    <w:rsid w:val="009A5DC1"/>
    <w:rsid w:val="009A64EC"/>
    <w:rsid w:val="009A768B"/>
    <w:rsid w:val="009B0F3C"/>
    <w:rsid w:val="009B19C4"/>
    <w:rsid w:val="009B1BE2"/>
    <w:rsid w:val="009B23C1"/>
    <w:rsid w:val="009B280D"/>
    <w:rsid w:val="009B34E4"/>
    <w:rsid w:val="009B4C52"/>
    <w:rsid w:val="009B56A4"/>
    <w:rsid w:val="009B6354"/>
    <w:rsid w:val="009B68B6"/>
    <w:rsid w:val="009B7FD1"/>
    <w:rsid w:val="009C01DD"/>
    <w:rsid w:val="009C0C93"/>
    <w:rsid w:val="009C19B0"/>
    <w:rsid w:val="009C2073"/>
    <w:rsid w:val="009C35D9"/>
    <w:rsid w:val="009C36DB"/>
    <w:rsid w:val="009C41C9"/>
    <w:rsid w:val="009C555E"/>
    <w:rsid w:val="009C6388"/>
    <w:rsid w:val="009C6B0E"/>
    <w:rsid w:val="009C756E"/>
    <w:rsid w:val="009D2053"/>
    <w:rsid w:val="009D2103"/>
    <w:rsid w:val="009D3988"/>
    <w:rsid w:val="009D53B5"/>
    <w:rsid w:val="009E106C"/>
    <w:rsid w:val="009E124A"/>
    <w:rsid w:val="009E1ADD"/>
    <w:rsid w:val="009E3868"/>
    <w:rsid w:val="009E3CCE"/>
    <w:rsid w:val="009E4947"/>
    <w:rsid w:val="009E4F94"/>
    <w:rsid w:val="009E5343"/>
    <w:rsid w:val="009E5561"/>
    <w:rsid w:val="009F0980"/>
    <w:rsid w:val="009F2117"/>
    <w:rsid w:val="009F35CF"/>
    <w:rsid w:val="009F4C87"/>
    <w:rsid w:val="009F6162"/>
    <w:rsid w:val="009F6623"/>
    <w:rsid w:val="00A01CAA"/>
    <w:rsid w:val="00A0248F"/>
    <w:rsid w:val="00A03C62"/>
    <w:rsid w:val="00A069FC"/>
    <w:rsid w:val="00A06B03"/>
    <w:rsid w:val="00A06FAB"/>
    <w:rsid w:val="00A07431"/>
    <w:rsid w:val="00A0762C"/>
    <w:rsid w:val="00A0763D"/>
    <w:rsid w:val="00A076E7"/>
    <w:rsid w:val="00A07DBA"/>
    <w:rsid w:val="00A12E93"/>
    <w:rsid w:val="00A13C24"/>
    <w:rsid w:val="00A15383"/>
    <w:rsid w:val="00A159C8"/>
    <w:rsid w:val="00A20068"/>
    <w:rsid w:val="00A21440"/>
    <w:rsid w:val="00A21BB6"/>
    <w:rsid w:val="00A228E5"/>
    <w:rsid w:val="00A238D0"/>
    <w:rsid w:val="00A259D2"/>
    <w:rsid w:val="00A25D53"/>
    <w:rsid w:val="00A2693E"/>
    <w:rsid w:val="00A26CEF"/>
    <w:rsid w:val="00A309C8"/>
    <w:rsid w:val="00A32EB8"/>
    <w:rsid w:val="00A33C45"/>
    <w:rsid w:val="00A34EA9"/>
    <w:rsid w:val="00A36164"/>
    <w:rsid w:val="00A37148"/>
    <w:rsid w:val="00A37572"/>
    <w:rsid w:val="00A37697"/>
    <w:rsid w:val="00A40071"/>
    <w:rsid w:val="00A4010B"/>
    <w:rsid w:val="00A40C9D"/>
    <w:rsid w:val="00A439FE"/>
    <w:rsid w:val="00A45CD6"/>
    <w:rsid w:val="00A47E25"/>
    <w:rsid w:val="00A51E62"/>
    <w:rsid w:val="00A52C2C"/>
    <w:rsid w:val="00A52EDF"/>
    <w:rsid w:val="00A54457"/>
    <w:rsid w:val="00A54689"/>
    <w:rsid w:val="00A55D41"/>
    <w:rsid w:val="00A562D3"/>
    <w:rsid w:val="00A56375"/>
    <w:rsid w:val="00A57B3A"/>
    <w:rsid w:val="00A60100"/>
    <w:rsid w:val="00A605FE"/>
    <w:rsid w:val="00A609B8"/>
    <w:rsid w:val="00A611B0"/>
    <w:rsid w:val="00A62CAC"/>
    <w:rsid w:val="00A646D2"/>
    <w:rsid w:val="00A64DD7"/>
    <w:rsid w:val="00A66414"/>
    <w:rsid w:val="00A66DA9"/>
    <w:rsid w:val="00A67377"/>
    <w:rsid w:val="00A67AEB"/>
    <w:rsid w:val="00A70235"/>
    <w:rsid w:val="00A71E40"/>
    <w:rsid w:val="00A752D4"/>
    <w:rsid w:val="00A80512"/>
    <w:rsid w:val="00A84B35"/>
    <w:rsid w:val="00A866F7"/>
    <w:rsid w:val="00A8735A"/>
    <w:rsid w:val="00A9062D"/>
    <w:rsid w:val="00A91577"/>
    <w:rsid w:val="00A934B4"/>
    <w:rsid w:val="00A93631"/>
    <w:rsid w:val="00A936A7"/>
    <w:rsid w:val="00A937BB"/>
    <w:rsid w:val="00A93E90"/>
    <w:rsid w:val="00A9470E"/>
    <w:rsid w:val="00A95047"/>
    <w:rsid w:val="00A951E3"/>
    <w:rsid w:val="00A95AB5"/>
    <w:rsid w:val="00A95BB5"/>
    <w:rsid w:val="00AA2CFC"/>
    <w:rsid w:val="00AA5820"/>
    <w:rsid w:val="00AA5EDA"/>
    <w:rsid w:val="00AB0563"/>
    <w:rsid w:val="00AB07C7"/>
    <w:rsid w:val="00AB3725"/>
    <w:rsid w:val="00AB390A"/>
    <w:rsid w:val="00AB5388"/>
    <w:rsid w:val="00AB6A1F"/>
    <w:rsid w:val="00AB708B"/>
    <w:rsid w:val="00AC113A"/>
    <w:rsid w:val="00AC121E"/>
    <w:rsid w:val="00AC1275"/>
    <w:rsid w:val="00AC132A"/>
    <w:rsid w:val="00AC2808"/>
    <w:rsid w:val="00AC3846"/>
    <w:rsid w:val="00AC4F8A"/>
    <w:rsid w:val="00AC5DE6"/>
    <w:rsid w:val="00AC5F84"/>
    <w:rsid w:val="00AC7008"/>
    <w:rsid w:val="00AC7133"/>
    <w:rsid w:val="00AD0214"/>
    <w:rsid w:val="00AD1962"/>
    <w:rsid w:val="00AD2A7F"/>
    <w:rsid w:val="00AD3A21"/>
    <w:rsid w:val="00AD4DA1"/>
    <w:rsid w:val="00AD71FB"/>
    <w:rsid w:val="00AD7698"/>
    <w:rsid w:val="00AE243A"/>
    <w:rsid w:val="00AE32EA"/>
    <w:rsid w:val="00AE48F4"/>
    <w:rsid w:val="00AE513A"/>
    <w:rsid w:val="00AE5182"/>
    <w:rsid w:val="00AE73B4"/>
    <w:rsid w:val="00AF11E4"/>
    <w:rsid w:val="00AF2D1E"/>
    <w:rsid w:val="00AF52D6"/>
    <w:rsid w:val="00AF5ABD"/>
    <w:rsid w:val="00AF6071"/>
    <w:rsid w:val="00B0004D"/>
    <w:rsid w:val="00B009E5"/>
    <w:rsid w:val="00B02B8D"/>
    <w:rsid w:val="00B04FDA"/>
    <w:rsid w:val="00B061C6"/>
    <w:rsid w:val="00B069DB"/>
    <w:rsid w:val="00B06F8A"/>
    <w:rsid w:val="00B072FB"/>
    <w:rsid w:val="00B074B3"/>
    <w:rsid w:val="00B10990"/>
    <w:rsid w:val="00B1149D"/>
    <w:rsid w:val="00B11CA6"/>
    <w:rsid w:val="00B11D3F"/>
    <w:rsid w:val="00B12149"/>
    <w:rsid w:val="00B12D43"/>
    <w:rsid w:val="00B13483"/>
    <w:rsid w:val="00B13E2A"/>
    <w:rsid w:val="00B141F2"/>
    <w:rsid w:val="00B14238"/>
    <w:rsid w:val="00B145D2"/>
    <w:rsid w:val="00B14C6E"/>
    <w:rsid w:val="00B14FC9"/>
    <w:rsid w:val="00B15A57"/>
    <w:rsid w:val="00B169FB"/>
    <w:rsid w:val="00B176F5"/>
    <w:rsid w:val="00B17ACE"/>
    <w:rsid w:val="00B20410"/>
    <w:rsid w:val="00B23BCD"/>
    <w:rsid w:val="00B24A80"/>
    <w:rsid w:val="00B24E25"/>
    <w:rsid w:val="00B257E5"/>
    <w:rsid w:val="00B25874"/>
    <w:rsid w:val="00B26616"/>
    <w:rsid w:val="00B26AB3"/>
    <w:rsid w:val="00B277BE"/>
    <w:rsid w:val="00B3229B"/>
    <w:rsid w:val="00B32BAE"/>
    <w:rsid w:val="00B33307"/>
    <w:rsid w:val="00B33533"/>
    <w:rsid w:val="00B3392B"/>
    <w:rsid w:val="00B36EF9"/>
    <w:rsid w:val="00B41213"/>
    <w:rsid w:val="00B41CFF"/>
    <w:rsid w:val="00B42496"/>
    <w:rsid w:val="00B42F25"/>
    <w:rsid w:val="00B46424"/>
    <w:rsid w:val="00B5003F"/>
    <w:rsid w:val="00B50D44"/>
    <w:rsid w:val="00B53258"/>
    <w:rsid w:val="00B53F7B"/>
    <w:rsid w:val="00B54EF3"/>
    <w:rsid w:val="00B57202"/>
    <w:rsid w:val="00B57392"/>
    <w:rsid w:val="00B57BA1"/>
    <w:rsid w:val="00B57F02"/>
    <w:rsid w:val="00B621B2"/>
    <w:rsid w:val="00B62AFE"/>
    <w:rsid w:val="00B64BA6"/>
    <w:rsid w:val="00B65362"/>
    <w:rsid w:val="00B66884"/>
    <w:rsid w:val="00B66C3B"/>
    <w:rsid w:val="00B66F2D"/>
    <w:rsid w:val="00B704A7"/>
    <w:rsid w:val="00B71214"/>
    <w:rsid w:val="00B7181B"/>
    <w:rsid w:val="00B71DCD"/>
    <w:rsid w:val="00B71E54"/>
    <w:rsid w:val="00B731E5"/>
    <w:rsid w:val="00B743F4"/>
    <w:rsid w:val="00B7464A"/>
    <w:rsid w:val="00B77488"/>
    <w:rsid w:val="00B77BA0"/>
    <w:rsid w:val="00B843C4"/>
    <w:rsid w:val="00B84543"/>
    <w:rsid w:val="00B86340"/>
    <w:rsid w:val="00B86DB4"/>
    <w:rsid w:val="00B87768"/>
    <w:rsid w:val="00B91339"/>
    <w:rsid w:val="00B91467"/>
    <w:rsid w:val="00B91826"/>
    <w:rsid w:val="00B91D07"/>
    <w:rsid w:val="00B92A51"/>
    <w:rsid w:val="00B9352F"/>
    <w:rsid w:val="00B93718"/>
    <w:rsid w:val="00B9454B"/>
    <w:rsid w:val="00B94CD8"/>
    <w:rsid w:val="00B952B7"/>
    <w:rsid w:val="00B95B7F"/>
    <w:rsid w:val="00B95E89"/>
    <w:rsid w:val="00B96CA1"/>
    <w:rsid w:val="00BA0DEF"/>
    <w:rsid w:val="00BA1A4F"/>
    <w:rsid w:val="00BA2303"/>
    <w:rsid w:val="00BA3EE4"/>
    <w:rsid w:val="00BA4941"/>
    <w:rsid w:val="00BA538A"/>
    <w:rsid w:val="00BB05DB"/>
    <w:rsid w:val="00BB08F3"/>
    <w:rsid w:val="00BB0C8F"/>
    <w:rsid w:val="00BB1966"/>
    <w:rsid w:val="00BB284D"/>
    <w:rsid w:val="00BB28CC"/>
    <w:rsid w:val="00BB51A0"/>
    <w:rsid w:val="00BB55FF"/>
    <w:rsid w:val="00BB5651"/>
    <w:rsid w:val="00BC0517"/>
    <w:rsid w:val="00BC192D"/>
    <w:rsid w:val="00BC1C6A"/>
    <w:rsid w:val="00BC20D5"/>
    <w:rsid w:val="00BC32CF"/>
    <w:rsid w:val="00BC3D70"/>
    <w:rsid w:val="00BC40D3"/>
    <w:rsid w:val="00BC5F2D"/>
    <w:rsid w:val="00BC68B9"/>
    <w:rsid w:val="00BC6EA2"/>
    <w:rsid w:val="00BD0F82"/>
    <w:rsid w:val="00BD0FF8"/>
    <w:rsid w:val="00BD1332"/>
    <w:rsid w:val="00BD1CEE"/>
    <w:rsid w:val="00BD2887"/>
    <w:rsid w:val="00BD47CA"/>
    <w:rsid w:val="00BD5529"/>
    <w:rsid w:val="00BD6EE1"/>
    <w:rsid w:val="00BD78C5"/>
    <w:rsid w:val="00BE0895"/>
    <w:rsid w:val="00BE1993"/>
    <w:rsid w:val="00BE28B1"/>
    <w:rsid w:val="00BE2923"/>
    <w:rsid w:val="00BE44DA"/>
    <w:rsid w:val="00BE51C0"/>
    <w:rsid w:val="00BE52FF"/>
    <w:rsid w:val="00BE67C9"/>
    <w:rsid w:val="00BF283A"/>
    <w:rsid w:val="00BF2ACC"/>
    <w:rsid w:val="00BF2D53"/>
    <w:rsid w:val="00BF33D4"/>
    <w:rsid w:val="00BF5E37"/>
    <w:rsid w:val="00BF5EA2"/>
    <w:rsid w:val="00BF7E54"/>
    <w:rsid w:val="00C00CD0"/>
    <w:rsid w:val="00C00FAA"/>
    <w:rsid w:val="00C0274C"/>
    <w:rsid w:val="00C03782"/>
    <w:rsid w:val="00C05042"/>
    <w:rsid w:val="00C05857"/>
    <w:rsid w:val="00C11076"/>
    <w:rsid w:val="00C11902"/>
    <w:rsid w:val="00C12D7F"/>
    <w:rsid w:val="00C12FAA"/>
    <w:rsid w:val="00C1373E"/>
    <w:rsid w:val="00C1449B"/>
    <w:rsid w:val="00C15ACB"/>
    <w:rsid w:val="00C1750F"/>
    <w:rsid w:val="00C17B15"/>
    <w:rsid w:val="00C221FE"/>
    <w:rsid w:val="00C23C80"/>
    <w:rsid w:val="00C242A9"/>
    <w:rsid w:val="00C25A78"/>
    <w:rsid w:val="00C26B19"/>
    <w:rsid w:val="00C3074A"/>
    <w:rsid w:val="00C30AFC"/>
    <w:rsid w:val="00C31AB2"/>
    <w:rsid w:val="00C322AB"/>
    <w:rsid w:val="00C32C34"/>
    <w:rsid w:val="00C33F27"/>
    <w:rsid w:val="00C345A8"/>
    <w:rsid w:val="00C3463B"/>
    <w:rsid w:val="00C35B63"/>
    <w:rsid w:val="00C36F9E"/>
    <w:rsid w:val="00C3751F"/>
    <w:rsid w:val="00C37B16"/>
    <w:rsid w:val="00C41DC4"/>
    <w:rsid w:val="00C43BC9"/>
    <w:rsid w:val="00C43E2D"/>
    <w:rsid w:val="00C44BB4"/>
    <w:rsid w:val="00C44F37"/>
    <w:rsid w:val="00C45A56"/>
    <w:rsid w:val="00C4606D"/>
    <w:rsid w:val="00C46CF4"/>
    <w:rsid w:val="00C52AFF"/>
    <w:rsid w:val="00C54391"/>
    <w:rsid w:val="00C54923"/>
    <w:rsid w:val="00C55CE7"/>
    <w:rsid w:val="00C574FB"/>
    <w:rsid w:val="00C60F7C"/>
    <w:rsid w:val="00C61470"/>
    <w:rsid w:val="00C62BC5"/>
    <w:rsid w:val="00C62F16"/>
    <w:rsid w:val="00C639A4"/>
    <w:rsid w:val="00C63DC4"/>
    <w:rsid w:val="00C64420"/>
    <w:rsid w:val="00C64A91"/>
    <w:rsid w:val="00C660F3"/>
    <w:rsid w:val="00C66248"/>
    <w:rsid w:val="00C6678B"/>
    <w:rsid w:val="00C66A78"/>
    <w:rsid w:val="00C67109"/>
    <w:rsid w:val="00C6751F"/>
    <w:rsid w:val="00C70744"/>
    <w:rsid w:val="00C73F51"/>
    <w:rsid w:val="00C7446D"/>
    <w:rsid w:val="00C74B2F"/>
    <w:rsid w:val="00C776DF"/>
    <w:rsid w:val="00C77B60"/>
    <w:rsid w:val="00C812A7"/>
    <w:rsid w:val="00C83477"/>
    <w:rsid w:val="00C83782"/>
    <w:rsid w:val="00C83AD6"/>
    <w:rsid w:val="00C85465"/>
    <w:rsid w:val="00C856A9"/>
    <w:rsid w:val="00C915D9"/>
    <w:rsid w:val="00C91FD5"/>
    <w:rsid w:val="00C93286"/>
    <w:rsid w:val="00C972A0"/>
    <w:rsid w:val="00C97F25"/>
    <w:rsid w:val="00CA01C3"/>
    <w:rsid w:val="00CA1863"/>
    <w:rsid w:val="00CA4924"/>
    <w:rsid w:val="00CA4E2D"/>
    <w:rsid w:val="00CA559C"/>
    <w:rsid w:val="00CA5884"/>
    <w:rsid w:val="00CA5AB9"/>
    <w:rsid w:val="00CA6E3E"/>
    <w:rsid w:val="00CB0CD9"/>
    <w:rsid w:val="00CB0D00"/>
    <w:rsid w:val="00CB108B"/>
    <w:rsid w:val="00CB159A"/>
    <w:rsid w:val="00CB2D82"/>
    <w:rsid w:val="00CB3D5A"/>
    <w:rsid w:val="00CB49EE"/>
    <w:rsid w:val="00CB4E84"/>
    <w:rsid w:val="00CB5033"/>
    <w:rsid w:val="00CB5193"/>
    <w:rsid w:val="00CC0282"/>
    <w:rsid w:val="00CC1EA6"/>
    <w:rsid w:val="00CC24B4"/>
    <w:rsid w:val="00CC26ED"/>
    <w:rsid w:val="00CC4141"/>
    <w:rsid w:val="00CC4995"/>
    <w:rsid w:val="00CC4A34"/>
    <w:rsid w:val="00CC4AF7"/>
    <w:rsid w:val="00CC5997"/>
    <w:rsid w:val="00CC60FA"/>
    <w:rsid w:val="00CC7494"/>
    <w:rsid w:val="00CD095F"/>
    <w:rsid w:val="00CD2EAA"/>
    <w:rsid w:val="00CD2FF4"/>
    <w:rsid w:val="00CD3166"/>
    <w:rsid w:val="00CD3229"/>
    <w:rsid w:val="00CD4473"/>
    <w:rsid w:val="00CD5575"/>
    <w:rsid w:val="00CE0BF2"/>
    <w:rsid w:val="00CE0DEA"/>
    <w:rsid w:val="00CE1961"/>
    <w:rsid w:val="00CE21D4"/>
    <w:rsid w:val="00CE2555"/>
    <w:rsid w:val="00CE33DE"/>
    <w:rsid w:val="00CE4152"/>
    <w:rsid w:val="00CE498B"/>
    <w:rsid w:val="00CE636C"/>
    <w:rsid w:val="00CF0FD2"/>
    <w:rsid w:val="00CF111F"/>
    <w:rsid w:val="00CF1547"/>
    <w:rsid w:val="00CF18D6"/>
    <w:rsid w:val="00CF3402"/>
    <w:rsid w:val="00CF409C"/>
    <w:rsid w:val="00CF4FED"/>
    <w:rsid w:val="00CF7B06"/>
    <w:rsid w:val="00D00BBB"/>
    <w:rsid w:val="00D03F51"/>
    <w:rsid w:val="00D04654"/>
    <w:rsid w:val="00D04DF0"/>
    <w:rsid w:val="00D05F8E"/>
    <w:rsid w:val="00D06E3A"/>
    <w:rsid w:val="00D07AB1"/>
    <w:rsid w:val="00D11E56"/>
    <w:rsid w:val="00D132BB"/>
    <w:rsid w:val="00D13BDB"/>
    <w:rsid w:val="00D14F7C"/>
    <w:rsid w:val="00D15619"/>
    <w:rsid w:val="00D1585F"/>
    <w:rsid w:val="00D16208"/>
    <w:rsid w:val="00D1684D"/>
    <w:rsid w:val="00D16B2C"/>
    <w:rsid w:val="00D1789B"/>
    <w:rsid w:val="00D204C7"/>
    <w:rsid w:val="00D20A9D"/>
    <w:rsid w:val="00D22DBD"/>
    <w:rsid w:val="00D24554"/>
    <w:rsid w:val="00D260B8"/>
    <w:rsid w:val="00D2689A"/>
    <w:rsid w:val="00D31941"/>
    <w:rsid w:val="00D3223B"/>
    <w:rsid w:val="00D3392F"/>
    <w:rsid w:val="00D339B0"/>
    <w:rsid w:val="00D3435D"/>
    <w:rsid w:val="00D351EF"/>
    <w:rsid w:val="00D353A4"/>
    <w:rsid w:val="00D35F51"/>
    <w:rsid w:val="00D3647B"/>
    <w:rsid w:val="00D3797F"/>
    <w:rsid w:val="00D43B5D"/>
    <w:rsid w:val="00D43F61"/>
    <w:rsid w:val="00D44635"/>
    <w:rsid w:val="00D44A59"/>
    <w:rsid w:val="00D45871"/>
    <w:rsid w:val="00D46029"/>
    <w:rsid w:val="00D4623D"/>
    <w:rsid w:val="00D50EC1"/>
    <w:rsid w:val="00D518A8"/>
    <w:rsid w:val="00D51E7B"/>
    <w:rsid w:val="00D52053"/>
    <w:rsid w:val="00D52F10"/>
    <w:rsid w:val="00D55CF9"/>
    <w:rsid w:val="00D567F8"/>
    <w:rsid w:val="00D578FD"/>
    <w:rsid w:val="00D60828"/>
    <w:rsid w:val="00D60D8E"/>
    <w:rsid w:val="00D61945"/>
    <w:rsid w:val="00D6264A"/>
    <w:rsid w:val="00D6286A"/>
    <w:rsid w:val="00D65FA1"/>
    <w:rsid w:val="00D666A3"/>
    <w:rsid w:val="00D70E0E"/>
    <w:rsid w:val="00D71272"/>
    <w:rsid w:val="00D7173C"/>
    <w:rsid w:val="00D7431C"/>
    <w:rsid w:val="00D75C8E"/>
    <w:rsid w:val="00D77368"/>
    <w:rsid w:val="00D814FC"/>
    <w:rsid w:val="00D82576"/>
    <w:rsid w:val="00D82E7B"/>
    <w:rsid w:val="00D83A72"/>
    <w:rsid w:val="00D84ED8"/>
    <w:rsid w:val="00D85FC8"/>
    <w:rsid w:val="00D868B3"/>
    <w:rsid w:val="00D876EC"/>
    <w:rsid w:val="00D878AB"/>
    <w:rsid w:val="00D902C7"/>
    <w:rsid w:val="00D9107A"/>
    <w:rsid w:val="00D91FC6"/>
    <w:rsid w:val="00D92AB5"/>
    <w:rsid w:val="00D92FBA"/>
    <w:rsid w:val="00D930B4"/>
    <w:rsid w:val="00D93652"/>
    <w:rsid w:val="00D93876"/>
    <w:rsid w:val="00D96A0B"/>
    <w:rsid w:val="00D96AD7"/>
    <w:rsid w:val="00D970D3"/>
    <w:rsid w:val="00D978D4"/>
    <w:rsid w:val="00DA25B5"/>
    <w:rsid w:val="00DA3A6A"/>
    <w:rsid w:val="00DA502C"/>
    <w:rsid w:val="00DA7CAC"/>
    <w:rsid w:val="00DB1EF6"/>
    <w:rsid w:val="00DB2222"/>
    <w:rsid w:val="00DB2D14"/>
    <w:rsid w:val="00DB507C"/>
    <w:rsid w:val="00DB6CDC"/>
    <w:rsid w:val="00DB70D0"/>
    <w:rsid w:val="00DB76D3"/>
    <w:rsid w:val="00DC027F"/>
    <w:rsid w:val="00DC0EEF"/>
    <w:rsid w:val="00DC2796"/>
    <w:rsid w:val="00DC2ACD"/>
    <w:rsid w:val="00DC3BDC"/>
    <w:rsid w:val="00DC4116"/>
    <w:rsid w:val="00DC539E"/>
    <w:rsid w:val="00DC56CA"/>
    <w:rsid w:val="00DC5A62"/>
    <w:rsid w:val="00DC7763"/>
    <w:rsid w:val="00DC79EF"/>
    <w:rsid w:val="00DC7A13"/>
    <w:rsid w:val="00DD0885"/>
    <w:rsid w:val="00DD2403"/>
    <w:rsid w:val="00DD378D"/>
    <w:rsid w:val="00DD3B29"/>
    <w:rsid w:val="00DD4D70"/>
    <w:rsid w:val="00DD4E62"/>
    <w:rsid w:val="00DD5676"/>
    <w:rsid w:val="00DD57C5"/>
    <w:rsid w:val="00DD6DBE"/>
    <w:rsid w:val="00DD6F03"/>
    <w:rsid w:val="00DD751B"/>
    <w:rsid w:val="00DD796B"/>
    <w:rsid w:val="00DD7E45"/>
    <w:rsid w:val="00DE02D2"/>
    <w:rsid w:val="00DE1343"/>
    <w:rsid w:val="00DE1467"/>
    <w:rsid w:val="00DE1973"/>
    <w:rsid w:val="00DE3CA0"/>
    <w:rsid w:val="00DE4056"/>
    <w:rsid w:val="00DE4AC6"/>
    <w:rsid w:val="00DE4CB6"/>
    <w:rsid w:val="00DE567F"/>
    <w:rsid w:val="00DE6B32"/>
    <w:rsid w:val="00DE6C6F"/>
    <w:rsid w:val="00DF10E4"/>
    <w:rsid w:val="00DF13BD"/>
    <w:rsid w:val="00DF292B"/>
    <w:rsid w:val="00DF327D"/>
    <w:rsid w:val="00DF3AB1"/>
    <w:rsid w:val="00DF4586"/>
    <w:rsid w:val="00DF5AB0"/>
    <w:rsid w:val="00E00333"/>
    <w:rsid w:val="00E01EC1"/>
    <w:rsid w:val="00E01F1C"/>
    <w:rsid w:val="00E02767"/>
    <w:rsid w:val="00E02FF5"/>
    <w:rsid w:val="00E0441F"/>
    <w:rsid w:val="00E0580B"/>
    <w:rsid w:val="00E06E58"/>
    <w:rsid w:val="00E077D9"/>
    <w:rsid w:val="00E110A4"/>
    <w:rsid w:val="00E1158E"/>
    <w:rsid w:val="00E12219"/>
    <w:rsid w:val="00E12405"/>
    <w:rsid w:val="00E12E82"/>
    <w:rsid w:val="00E13FEC"/>
    <w:rsid w:val="00E14689"/>
    <w:rsid w:val="00E15AF7"/>
    <w:rsid w:val="00E20219"/>
    <w:rsid w:val="00E21B39"/>
    <w:rsid w:val="00E220AB"/>
    <w:rsid w:val="00E23810"/>
    <w:rsid w:val="00E24C3F"/>
    <w:rsid w:val="00E255D4"/>
    <w:rsid w:val="00E25F76"/>
    <w:rsid w:val="00E26AD0"/>
    <w:rsid w:val="00E27505"/>
    <w:rsid w:val="00E32053"/>
    <w:rsid w:val="00E32EF1"/>
    <w:rsid w:val="00E32F11"/>
    <w:rsid w:val="00E33ED6"/>
    <w:rsid w:val="00E35887"/>
    <w:rsid w:val="00E36CE8"/>
    <w:rsid w:val="00E36D91"/>
    <w:rsid w:val="00E41D73"/>
    <w:rsid w:val="00E41F20"/>
    <w:rsid w:val="00E42260"/>
    <w:rsid w:val="00E42AB7"/>
    <w:rsid w:val="00E42D50"/>
    <w:rsid w:val="00E431C2"/>
    <w:rsid w:val="00E43DD6"/>
    <w:rsid w:val="00E447F2"/>
    <w:rsid w:val="00E467CD"/>
    <w:rsid w:val="00E47216"/>
    <w:rsid w:val="00E50CE0"/>
    <w:rsid w:val="00E51E5B"/>
    <w:rsid w:val="00E5288A"/>
    <w:rsid w:val="00E52C45"/>
    <w:rsid w:val="00E52E6C"/>
    <w:rsid w:val="00E530F3"/>
    <w:rsid w:val="00E534D5"/>
    <w:rsid w:val="00E540AF"/>
    <w:rsid w:val="00E56FC1"/>
    <w:rsid w:val="00E57960"/>
    <w:rsid w:val="00E600DB"/>
    <w:rsid w:val="00E60428"/>
    <w:rsid w:val="00E6088B"/>
    <w:rsid w:val="00E638AC"/>
    <w:rsid w:val="00E64038"/>
    <w:rsid w:val="00E663E7"/>
    <w:rsid w:val="00E66B9D"/>
    <w:rsid w:val="00E676CB"/>
    <w:rsid w:val="00E7063C"/>
    <w:rsid w:val="00E706BB"/>
    <w:rsid w:val="00E70A1C"/>
    <w:rsid w:val="00E70E0A"/>
    <w:rsid w:val="00E72C49"/>
    <w:rsid w:val="00E72E74"/>
    <w:rsid w:val="00E73572"/>
    <w:rsid w:val="00E73783"/>
    <w:rsid w:val="00E73902"/>
    <w:rsid w:val="00E74549"/>
    <w:rsid w:val="00E74C7C"/>
    <w:rsid w:val="00E74D06"/>
    <w:rsid w:val="00E75E2F"/>
    <w:rsid w:val="00E75F16"/>
    <w:rsid w:val="00E760B8"/>
    <w:rsid w:val="00E77296"/>
    <w:rsid w:val="00E77967"/>
    <w:rsid w:val="00E80053"/>
    <w:rsid w:val="00E802CC"/>
    <w:rsid w:val="00E8196A"/>
    <w:rsid w:val="00E82A71"/>
    <w:rsid w:val="00E82AB1"/>
    <w:rsid w:val="00E8316D"/>
    <w:rsid w:val="00E845D0"/>
    <w:rsid w:val="00E86431"/>
    <w:rsid w:val="00E87114"/>
    <w:rsid w:val="00E904DB"/>
    <w:rsid w:val="00E9306B"/>
    <w:rsid w:val="00E93A50"/>
    <w:rsid w:val="00E95216"/>
    <w:rsid w:val="00E95368"/>
    <w:rsid w:val="00E961DC"/>
    <w:rsid w:val="00E962D0"/>
    <w:rsid w:val="00E976D0"/>
    <w:rsid w:val="00EA0DA5"/>
    <w:rsid w:val="00EA0E6F"/>
    <w:rsid w:val="00EA1782"/>
    <w:rsid w:val="00EA286A"/>
    <w:rsid w:val="00EA38A2"/>
    <w:rsid w:val="00EA4D90"/>
    <w:rsid w:val="00EA612C"/>
    <w:rsid w:val="00EA7E58"/>
    <w:rsid w:val="00EB0BCC"/>
    <w:rsid w:val="00EB0D9A"/>
    <w:rsid w:val="00EB1511"/>
    <w:rsid w:val="00EB27F1"/>
    <w:rsid w:val="00EB2A7A"/>
    <w:rsid w:val="00EB2AED"/>
    <w:rsid w:val="00EB2E8E"/>
    <w:rsid w:val="00EB774D"/>
    <w:rsid w:val="00EC0509"/>
    <w:rsid w:val="00EC20B3"/>
    <w:rsid w:val="00EC3C95"/>
    <w:rsid w:val="00EC4996"/>
    <w:rsid w:val="00EC4B51"/>
    <w:rsid w:val="00EC50F4"/>
    <w:rsid w:val="00EC5AB7"/>
    <w:rsid w:val="00ED0062"/>
    <w:rsid w:val="00ED1176"/>
    <w:rsid w:val="00ED12DA"/>
    <w:rsid w:val="00ED1701"/>
    <w:rsid w:val="00ED2386"/>
    <w:rsid w:val="00ED28E3"/>
    <w:rsid w:val="00ED3C84"/>
    <w:rsid w:val="00ED53A6"/>
    <w:rsid w:val="00ED5A04"/>
    <w:rsid w:val="00ED70B1"/>
    <w:rsid w:val="00EE02ED"/>
    <w:rsid w:val="00EE2693"/>
    <w:rsid w:val="00EE2AAD"/>
    <w:rsid w:val="00EE2EFF"/>
    <w:rsid w:val="00EE3596"/>
    <w:rsid w:val="00EE5667"/>
    <w:rsid w:val="00EE60C6"/>
    <w:rsid w:val="00EE64EA"/>
    <w:rsid w:val="00EF0B60"/>
    <w:rsid w:val="00EF0B61"/>
    <w:rsid w:val="00EF18A6"/>
    <w:rsid w:val="00EF2629"/>
    <w:rsid w:val="00EF572A"/>
    <w:rsid w:val="00EF62AC"/>
    <w:rsid w:val="00EF7128"/>
    <w:rsid w:val="00F002AD"/>
    <w:rsid w:val="00F00DFA"/>
    <w:rsid w:val="00F0178E"/>
    <w:rsid w:val="00F01DC8"/>
    <w:rsid w:val="00F02016"/>
    <w:rsid w:val="00F039A1"/>
    <w:rsid w:val="00F03B7B"/>
    <w:rsid w:val="00F04D39"/>
    <w:rsid w:val="00F054E6"/>
    <w:rsid w:val="00F05C5C"/>
    <w:rsid w:val="00F06110"/>
    <w:rsid w:val="00F10019"/>
    <w:rsid w:val="00F1090C"/>
    <w:rsid w:val="00F112F0"/>
    <w:rsid w:val="00F12E97"/>
    <w:rsid w:val="00F134CB"/>
    <w:rsid w:val="00F13F75"/>
    <w:rsid w:val="00F16454"/>
    <w:rsid w:val="00F1651F"/>
    <w:rsid w:val="00F16FF4"/>
    <w:rsid w:val="00F17074"/>
    <w:rsid w:val="00F17D94"/>
    <w:rsid w:val="00F17EFB"/>
    <w:rsid w:val="00F23C4D"/>
    <w:rsid w:val="00F244B8"/>
    <w:rsid w:val="00F24FE8"/>
    <w:rsid w:val="00F25468"/>
    <w:rsid w:val="00F336C0"/>
    <w:rsid w:val="00F344CE"/>
    <w:rsid w:val="00F357C7"/>
    <w:rsid w:val="00F40115"/>
    <w:rsid w:val="00F41055"/>
    <w:rsid w:val="00F4210C"/>
    <w:rsid w:val="00F43782"/>
    <w:rsid w:val="00F43F76"/>
    <w:rsid w:val="00F44446"/>
    <w:rsid w:val="00F445D5"/>
    <w:rsid w:val="00F45A97"/>
    <w:rsid w:val="00F45D13"/>
    <w:rsid w:val="00F473F4"/>
    <w:rsid w:val="00F50270"/>
    <w:rsid w:val="00F50D5A"/>
    <w:rsid w:val="00F5472D"/>
    <w:rsid w:val="00F54969"/>
    <w:rsid w:val="00F551B5"/>
    <w:rsid w:val="00F55D90"/>
    <w:rsid w:val="00F57A8C"/>
    <w:rsid w:val="00F6063D"/>
    <w:rsid w:val="00F60BF3"/>
    <w:rsid w:val="00F61D60"/>
    <w:rsid w:val="00F621AF"/>
    <w:rsid w:val="00F62650"/>
    <w:rsid w:val="00F62A16"/>
    <w:rsid w:val="00F64579"/>
    <w:rsid w:val="00F64BC3"/>
    <w:rsid w:val="00F650F3"/>
    <w:rsid w:val="00F66E40"/>
    <w:rsid w:val="00F73264"/>
    <w:rsid w:val="00F745B0"/>
    <w:rsid w:val="00F74F65"/>
    <w:rsid w:val="00F766AC"/>
    <w:rsid w:val="00F77790"/>
    <w:rsid w:val="00F8068D"/>
    <w:rsid w:val="00F81809"/>
    <w:rsid w:val="00F822DD"/>
    <w:rsid w:val="00F8387A"/>
    <w:rsid w:val="00F83FC1"/>
    <w:rsid w:val="00F859AF"/>
    <w:rsid w:val="00F86129"/>
    <w:rsid w:val="00F86F8C"/>
    <w:rsid w:val="00F87ADF"/>
    <w:rsid w:val="00F900E2"/>
    <w:rsid w:val="00F9168C"/>
    <w:rsid w:val="00F91931"/>
    <w:rsid w:val="00F952C8"/>
    <w:rsid w:val="00F95F08"/>
    <w:rsid w:val="00F960A9"/>
    <w:rsid w:val="00F97965"/>
    <w:rsid w:val="00FA0B37"/>
    <w:rsid w:val="00FA0D86"/>
    <w:rsid w:val="00FA20A6"/>
    <w:rsid w:val="00FA2179"/>
    <w:rsid w:val="00FA2BFF"/>
    <w:rsid w:val="00FA2D1C"/>
    <w:rsid w:val="00FA4791"/>
    <w:rsid w:val="00FA4BC4"/>
    <w:rsid w:val="00FA4DBB"/>
    <w:rsid w:val="00FA4E00"/>
    <w:rsid w:val="00FA6AA8"/>
    <w:rsid w:val="00FA71F9"/>
    <w:rsid w:val="00FA74BB"/>
    <w:rsid w:val="00FA7BB9"/>
    <w:rsid w:val="00FA7C2B"/>
    <w:rsid w:val="00FB021C"/>
    <w:rsid w:val="00FB0FD1"/>
    <w:rsid w:val="00FB1A64"/>
    <w:rsid w:val="00FB24E5"/>
    <w:rsid w:val="00FB2983"/>
    <w:rsid w:val="00FB3895"/>
    <w:rsid w:val="00FB48D0"/>
    <w:rsid w:val="00FB5219"/>
    <w:rsid w:val="00FB5887"/>
    <w:rsid w:val="00FB5F00"/>
    <w:rsid w:val="00FB7ECE"/>
    <w:rsid w:val="00FC1BDE"/>
    <w:rsid w:val="00FC22A9"/>
    <w:rsid w:val="00FC3053"/>
    <w:rsid w:val="00FC3E47"/>
    <w:rsid w:val="00FC4E1D"/>
    <w:rsid w:val="00FC6896"/>
    <w:rsid w:val="00FC6E7C"/>
    <w:rsid w:val="00FC79EE"/>
    <w:rsid w:val="00FD0343"/>
    <w:rsid w:val="00FD168D"/>
    <w:rsid w:val="00FD1EA1"/>
    <w:rsid w:val="00FD2699"/>
    <w:rsid w:val="00FD271F"/>
    <w:rsid w:val="00FD2E09"/>
    <w:rsid w:val="00FD5E94"/>
    <w:rsid w:val="00FD7244"/>
    <w:rsid w:val="00FE0399"/>
    <w:rsid w:val="00FE0AA6"/>
    <w:rsid w:val="00FE101F"/>
    <w:rsid w:val="00FE2BCF"/>
    <w:rsid w:val="00FE3A01"/>
    <w:rsid w:val="00FE4986"/>
    <w:rsid w:val="00FE4BFD"/>
    <w:rsid w:val="00FE5CFA"/>
    <w:rsid w:val="00FE7BE4"/>
    <w:rsid w:val="00FF0833"/>
    <w:rsid w:val="00FF0AF4"/>
    <w:rsid w:val="00FF0F4B"/>
    <w:rsid w:val="00FF1A06"/>
    <w:rsid w:val="00FF1BDE"/>
    <w:rsid w:val="00FF27C7"/>
    <w:rsid w:val="00FF2807"/>
    <w:rsid w:val="00FF30EA"/>
    <w:rsid w:val="00FF3341"/>
    <w:rsid w:val="00FF36D2"/>
    <w:rsid w:val="00FF5DC5"/>
    <w:rsid w:val="00FF7214"/>
    <w:rsid w:val="00FF7F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9A9FE56"/>
  <w15:chartTrackingRefBased/>
  <w15:docId w15:val="{04AC7606-4979-644E-B4A0-9CBF637D09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Smart Link" w:semiHidden="1" w:uiPriority="99" w:unhideWhenUsed="1"/>
  </w:latentStyles>
  <w:style w:type="paragraph" w:default="1" w:styleId="Normal">
    <w:name w:val="Normal"/>
    <w:qFormat/>
    <w:rsid w:val="00472DA0"/>
    <w:rPr>
      <w:rFonts w:ascii="Lucida Sans" w:hAnsi="Lucida Sans"/>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472DA0"/>
    <w:pPr>
      <w:tabs>
        <w:tab w:val="center" w:pos="4320"/>
        <w:tab w:val="right" w:pos="8640"/>
      </w:tabs>
    </w:pPr>
  </w:style>
  <w:style w:type="paragraph" w:styleId="Footer">
    <w:name w:val="footer"/>
    <w:basedOn w:val="Normal"/>
    <w:rsid w:val="00472DA0"/>
    <w:pPr>
      <w:tabs>
        <w:tab w:val="center" w:pos="4320"/>
        <w:tab w:val="right" w:pos="8640"/>
      </w:tabs>
    </w:pPr>
  </w:style>
  <w:style w:type="paragraph" w:styleId="BalloonText">
    <w:name w:val="Balloon Text"/>
    <w:basedOn w:val="Normal"/>
    <w:semiHidden/>
    <w:rsid w:val="00472DA0"/>
    <w:rPr>
      <w:rFonts w:ascii="Tahoma" w:hAnsi="Tahoma" w:cs="Tahoma"/>
      <w:sz w:val="16"/>
      <w:szCs w:val="16"/>
    </w:rPr>
  </w:style>
  <w:style w:type="character" w:styleId="Hyperlink">
    <w:name w:val="Hyperlink"/>
    <w:rsid w:val="00ED0062"/>
    <w:rPr>
      <w:color w:val="0000FF"/>
      <w:u w:val="single"/>
    </w:rPr>
  </w:style>
  <w:style w:type="paragraph" w:styleId="NoSpacing">
    <w:name w:val="No Spacing"/>
    <w:basedOn w:val="Normal"/>
    <w:uiPriority w:val="1"/>
    <w:qFormat/>
    <w:rsid w:val="00DD6DBE"/>
    <w:rPr>
      <w:rFonts w:ascii="Calibri" w:eastAsia="Calibri" w:hAnsi="Calibri"/>
      <w:sz w:val="22"/>
      <w:szCs w:val="22"/>
    </w:rPr>
  </w:style>
  <w:style w:type="character" w:customStyle="1" w:styleId="HeaderChar">
    <w:name w:val="Header Char"/>
    <w:link w:val="Header"/>
    <w:rsid w:val="00DD6DBE"/>
    <w:rPr>
      <w:rFonts w:ascii="Lucida Sans" w:hAnsi="Lucida Sans"/>
      <w:szCs w:val="24"/>
    </w:rPr>
  </w:style>
  <w:style w:type="character" w:styleId="CommentReference">
    <w:name w:val="annotation reference"/>
    <w:rsid w:val="006619B3"/>
    <w:rPr>
      <w:sz w:val="16"/>
      <w:szCs w:val="16"/>
    </w:rPr>
  </w:style>
  <w:style w:type="paragraph" w:styleId="CommentText">
    <w:name w:val="annotation text"/>
    <w:basedOn w:val="Normal"/>
    <w:link w:val="CommentTextChar"/>
    <w:rsid w:val="006619B3"/>
    <w:rPr>
      <w:szCs w:val="20"/>
    </w:rPr>
  </w:style>
  <w:style w:type="character" w:customStyle="1" w:styleId="CommentTextChar">
    <w:name w:val="Comment Text Char"/>
    <w:link w:val="CommentText"/>
    <w:rsid w:val="006619B3"/>
    <w:rPr>
      <w:rFonts w:ascii="Lucida Sans" w:hAnsi="Lucida Sans"/>
    </w:rPr>
  </w:style>
  <w:style w:type="paragraph" w:styleId="CommentSubject">
    <w:name w:val="annotation subject"/>
    <w:basedOn w:val="CommentText"/>
    <w:next w:val="CommentText"/>
    <w:link w:val="CommentSubjectChar"/>
    <w:rsid w:val="006619B3"/>
    <w:rPr>
      <w:b/>
      <w:bCs/>
    </w:rPr>
  </w:style>
  <w:style w:type="character" w:customStyle="1" w:styleId="CommentSubjectChar">
    <w:name w:val="Comment Subject Char"/>
    <w:link w:val="CommentSubject"/>
    <w:rsid w:val="006619B3"/>
    <w:rPr>
      <w:rFonts w:ascii="Lucida Sans" w:hAnsi="Lucida Sans"/>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Users/svisscher/Downloads/Template_Paramount_of_Excellence_Press_Relea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wnloadItem" ma:contentTypeID="0x01010079E3B13E47884F148DD75422B87C319C0021C73CF0F30FBD429C3BD7E1508DCCBB" ma:contentTypeVersion="3" ma:contentTypeDescription="For all Downloads" ma:contentTypeScope="" ma:versionID="750667c172215e4083777e0c7a3be2fe">
  <xsd:schema xmlns:xsd="http://www.w3.org/2001/XMLSchema" xmlns:p="http://schemas.microsoft.com/office/2006/metadata/properties" xmlns:ns1="http://schemas.microsoft.com/sharepoint/v3" xmlns:ns2="B5C1A73F-DC0E-48DF-8690-313151791E26" targetNamespace="http://schemas.microsoft.com/office/2006/metadata/properties" ma:root="true" ma:fieldsID="cc2b0104c392df09515cab2bc7201a48" ns1:_="" ns2:_="">
    <xsd:import namespace="http://schemas.microsoft.com/sharepoint/v3"/>
    <xsd:import namespace="B5C1A73F-DC0E-48DF-8690-313151791E26"/>
    <xsd:element name="properties">
      <xsd:complexType>
        <xsd:sequence>
          <xsd:element name="documentManagement">
            <xsd:complexType>
              <xsd:all>
                <xsd:element ref="ns1:Description"/>
                <xsd:element ref="ns2:AuthorName" minOccurs="0"/>
                <xsd:element ref="ns2:AuthorEmail" minOccurs="0"/>
                <xsd:element ref="ns2:FileReleaseDate" minOccurs="0"/>
                <xsd:element ref="ns2:FileExpirationDate"/>
                <xsd:element ref="ns2:FileOriginatedBy" minOccurs="0"/>
                <xsd:element ref="ns2:PublicationNotification" minOccurs="0"/>
                <xsd:element ref="ns2:ExpirationNotification" minOccurs="0"/>
                <xsd:element ref="ns2:OfficialImage" minOccurs="0"/>
                <xsd:element ref="ns2:DownloadsCategory" minOccurs="0"/>
                <xsd:element ref="ns2:DownloadsSubCategory" minOccurs="0"/>
                <xsd:element ref="ns2:SecurityGroups"/>
                <xsd:element ref="ns2:Language" minOccurs="0"/>
                <xsd:element ref="ns2:CategorySubCategorySelection"/>
                <xsd:element ref="ns2:REMAXRegion"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Description" ma:index="2" ma:displayName="Description" ma:description="" ma:hidden="true" ma:internalName="Description">
      <xsd:simpleType>
        <xsd:restriction base="dms:Note"/>
      </xsd:simpleType>
    </xsd:element>
  </xsd:schema>
  <xsd:schema xmlns:xsd="http://www.w3.org/2001/XMLSchema" xmlns:dms="http://schemas.microsoft.com/office/2006/documentManagement/types" targetNamespace="B5C1A73F-DC0E-48DF-8690-313151791E26" elementFormDefault="qualified">
    <xsd:import namespace="http://schemas.microsoft.com/office/2006/documentManagement/types"/>
    <xsd:element name="AuthorName" ma:index="4" nillable="true" ma:displayName="Author Name" ma:internalName="Author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uthorEmail" ma:index="5" nillable="true" ma:displayName="Author Email" ma:internalName="AuthorEmail">
      <xsd:simpleType>
        <xsd:restriction base="dms:Text"/>
      </xsd:simpleType>
    </xsd:element>
    <xsd:element name="FileReleaseDate" ma:index="6" nillable="true" ma:displayName="File Release Date" ma:description="Date File was published to Mainstreet" ma:internalName="FileReleaseDate">
      <xsd:simpleType>
        <xsd:restriction base="dms:DateTime"/>
      </xsd:simpleType>
    </xsd:element>
    <xsd:element name="FileExpirationDate" ma:index="7" ma:displayName="File Expiration Date" ma:description="Date when this file will be removed from Mainstreet." ma:format="DateOnly" ma:internalName="FileExpirationDate">
      <xsd:simpleType>
        <xsd:restriction base="dms:DateTime"/>
      </xsd:simpleType>
    </xsd:element>
    <xsd:element name="FileOriginatedBy" ma:index="8" nillable="true" ma:displayName="File Originated By" ma:description="File Originated By" ma:internalName="FileOriginatedB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PublicationNotification" ma:index="9" nillable="true" ma:displayName="Publication Notification" ma:default="Yes" ma:description="I would like to receive a notification when this file has been release to Mainstreet." ma:format="RadioButtons" ma:internalName="PublicationNotification">
      <xsd:simpleType>
        <xsd:restriction base="dms:Choice">
          <xsd:enumeration value="Yes"/>
          <xsd:enumeration value="No"/>
        </xsd:restriction>
      </xsd:simpleType>
    </xsd:element>
    <xsd:element name="ExpirationNotification" ma:index="10" nillable="true" ma:displayName="Expiration Notification" ma:default="Yes" ma:description="I would like to receive an email notification when this file expires from Mainstreet." ma:format="RadioButtons" ma:internalName="ExpirationNotification">
      <xsd:simpleType>
        <xsd:restriction base="dms:Choice">
          <xsd:enumeration value="Yes"/>
          <xsd:enumeration value="No"/>
        </xsd:restriction>
      </xsd:simpleType>
    </xsd:element>
    <xsd:element name="OfficialImage" ma:index="11" nillable="true" ma:displayName="Official Image or Logo" ma:default="No" ma:description="Is this an official RE/MAX image or logo?" ma:format="RadioButtons" ma:internalName="OfficialImage">
      <xsd:simpleType>
        <xsd:restriction base="dms:Choice">
          <xsd:enumeration value="Yes"/>
          <xsd:enumeration value="No"/>
        </xsd:restriction>
      </xsd:simpleType>
    </xsd:element>
    <xsd:element name="DownloadsCategory" ma:index="12" nillable="true" ma:displayName="Category" ma:description="Select a Category choice for this file." ma:list="a7920535-51ab-499c-ac21-d405a2aa22ec" ma:internalName="Downloads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DownloadsSubCategory" ma:index="13" nillable="true" ma:displayName="SubCategory" ma:description="Select a Sub-Category choice for this file." ma:list="137828e5-6d16-4316-b107-5cd4f779ed14" ma:internalName="DownloadsSubCategory" ma:showField="Title" ma:web="fac380aa-e886-4978-8212-bbad7578ec2e" ma:requiredMultiChoice="true">
      <xsd:complexType>
        <xsd:complexContent>
          <xsd:extension base="dms:MultiChoiceLookup">
            <xsd:sequence>
              <xsd:element name="Value" type="dms:Lookup" maxOccurs="unbounded" minOccurs="0" nillable="true"/>
            </xsd:sequence>
          </xsd:extension>
        </xsd:complexContent>
      </xsd:complexType>
    </xsd:element>
    <xsd:element name="SecurityGroups" ma:index="14" ma:displayName="Available to:" ma:description="This list is hierarchical.  For example, choosing Approved Suppliers will make this file viewable by all users on Mainstreet.  If you select All Associate, everyone except Approved Suppliers will see the file." ma:format="RadioButtons" ma:internalName="SecurityGroups">
      <xsd:simpleType>
        <xsd:restriction base="dms:Choice">
          <xsd:enumeration value="Regional Staff"/>
          <xsd:enumeration value="Owners/Managers"/>
          <xsd:enumeration value="All Associates"/>
          <xsd:enumeration value="Approved Suppliers"/>
        </xsd:restriction>
      </xsd:simpleType>
    </xsd:element>
    <xsd:element name="Language" ma:index="15" nillable="true" ma:displayName="Language" ma:default="English" ma:internalName="Language">
      <xsd:simpleType>
        <xsd:restriction base="dms:Choice">
          <xsd:enumeration value="English"/>
          <xsd:enumeration value="French"/>
          <xsd:enumeration value="Portuguese"/>
          <xsd:enumeration value="Spanish"/>
        </xsd:restriction>
      </xsd:simpleType>
    </xsd:element>
    <xsd:element name="CategorySubCategorySelection" ma:index="16" ma:displayName="Categories" ma:internalName="CategorySubCategorySelection">
      <xsd:simpleType>
        <xsd:restriction base="dms:Text"/>
      </xsd:simpleType>
    </xsd:element>
    <xsd:element name="REMAXRegion" ma:index="17" nillable="true" ma:displayName="REMAX Region" ma:description="Used to tag items with Region values for search." ma:internalName="REMAXRegion">
      <xsd:complexType>
        <xsd:complexContent>
          <xsd:extension base="dms:MultiChoice">
            <xsd:sequence>
              <xsd:element name="Value" maxOccurs="unbounded" minOccurs="0" nillable="true">
                <xsd:simpleType>
                  <xsd:restriction base="dms:Choice">
                    <xsd:enumeration value="R004 - RE/MAX California &amp; Hawaii"/>
                    <xsd:enumeration value="R005 - RE/MAX Southwest Region"/>
                    <xsd:enumeration value="R008 - RE/MAX Alaska"/>
                    <xsd:enumeration value="R011 - RE/MAX Mountain States Region"/>
                    <xsd:enumeration value="R012 - RE/MAX Of Texas"/>
                    <xsd:enumeration value="R013 - RE/MAX Of Texas"/>
                    <xsd:enumeration value="R014 - RE/MAX Of Texas"/>
                    <xsd:enumeration value="R016 - RE/MAX Mid-States &amp; Dixie Region"/>
                    <xsd:enumeration value="R017 - RE/MAX North Central"/>
                    <xsd:enumeration value="R018 - RE/MAX Mid-States &amp; Dixie Region"/>
                    <xsd:enumeration value="R020 - RE/MAX Mid-States &amp; Dixie Region"/>
                    <xsd:enumeration value="R021 - RE/MAX Kentucky/Tennessee"/>
                    <xsd:enumeration value="R023 - RE/MAX Northern Illinois"/>
                    <xsd:enumeration value="R024 - RE/MAX St Louis Region"/>
                    <xsd:enumeration value="R025 - RE/MAX North Central"/>
                    <xsd:enumeration value="R026 - RE/MAX Of Michigan"/>
                    <xsd:enumeration value="R027 - RE/MAX Southeastern Michigan"/>
                    <xsd:enumeration value="R028 - RE/MAX Central And Northern Ohio Region"/>
                    <xsd:enumeration value="R029 - RE/MAX Central And Northern Ohio Region"/>
                    <xsd:enumeration value="R030 - RE/MAX Southern Ohio"/>
                    <xsd:enumeration value="R032 - RE/MAX Of New Jersey"/>
                    <xsd:enumeration value="R034 - RE/MAX Of New York"/>
                    <xsd:enumeration value="R038 - RE/MAX Of New England"/>
                    <xsd:enumeration value="R042 - RE/MAX Pennsylvania And Delaware Region"/>
                    <xsd:enumeration value="R044 - RE/MAX Pennsylvania And Delaware Region"/>
                    <xsd:enumeration value="R045 - RE/MAX Central Atlantic Region"/>
                    <xsd:enumeration value="R047 - RE/MAX Carolinas"/>
                    <xsd:enumeration value="R048 - RE/MAX Of Georgia"/>
                    <xsd:enumeration value="R049 - RE/MAX Florida"/>
                    <xsd:enumeration value="R059 - RE/MAX Of Indiana"/>
                    <xsd:enumeration value="R060 - RE/MAX Central"/>
                    <xsd:enumeration value="R061 - RE/MAX Pacific Northwest Region"/>
                    <xsd:enumeration value="R062 - RE/MAX Of Western Canada"/>
                    <xsd:enumeration value="R064 - RE/MAX Ontario Atlantic Canada"/>
                    <xsd:enumeration value="R065 - RE/MAX Ontario Atlantic Canada"/>
                    <xsd:enumeration value="R066 - RE/MAX Quebec"/>
                    <xsd:enumeration value="R067 - RE/MAX Austria"/>
                    <xsd:enumeration value="R068 - RE/MAX Mexico"/>
                    <xsd:enumeration value="R070 - RE/MAX Caribbean And Central America"/>
                    <xsd:enumeration value="R071 - RE/MAX Australia"/>
                    <xsd:enumeration value="R072 - RE/MAX Singapore"/>
                    <xsd:enumeration value="R073 - RE/MAX Netherlands"/>
                    <xsd:enumeration value="R074 - RE/MAX Scotland"/>
                    <xsd:enumeration value="R075 - RE/MAX Of Southern Africa"/>
                    <xsd:enumeration value="R076 - RE/MAX Ireland"/>
                    <xsd:enumeration value="R077 - RE/MAX Ireland"/>
                    <xsd:enumeration value="R078 - RE/MAX Of Turkey"/>
                    <xsd:enumeration value="R079 - RE/MAX United Kingdom South"/>
                    <xsd:enumeration value="R080 - RE/MAX Europe Regional Services"/>
                    <xsd:enumeration value="R081 - RE/MAX Spain"/>
                    <xsd:enumeration value="R082 - RE/MAX Spain"/>
                    <xsd:enumeration value="R083 - RE/MAX Israel"/>
                    <xsd:enumeration value="R084 - RE/MAX Italia"/>
                    <xsd:enumeration value="R085 - RE/MAX Italia"/>
                    <xsd:enumeration value="R086 - RE/MAX Italia"/>
                    <xsd:enumeration value="R087 - RE/MAX Greece"/>
                    <xsd:enumeration value="R088 - RE/MAX Germany North"/>
                    <xsd:enumeration value="R089 - RE/MAX Germany Northeast"/>
                    <xsd:enumeration value="R090 - RE/MAX Germany West"/>
                    <xsd:enumeration value="R091 - RE/MAX Germany Middle"/>
                    <xsd:enumeration value="R092 - RE/MAX Germany Southwest"/>
                    <xsd:enumeration value="R093 - RE/MAX Germany Bavaria"/>
                    <xsd:enumeration value="R096 - RE/MAX Hungary"/>
                    <xsd:enumeration value="R122 - RE/MAX Argentina"/>
                    <xsd:enumeration value="R131 - RE/MAX Chile"/>
                    <xsd:enumeration value="R137 - RE/MAX Ecuador"/>
                    <xsd:enumeration value="R152 - RE/MAX Uruguay"/>
                    <xsd:enumeration value="R156 - RE/MAX Venezuela"/>
                    <xsd:enumeration value="R301 - RE/MAX Estonia"/>
                    <xsd:enumeration value="R302 - RE/MAX Latvia"/>
                    <xsd:enumeration value="R303 - RE/MAX Lithuania"/>
                    <xsd:enumeration value="R305 - RE/MAX Belgium"/>
                    <xsd:enumeration value="R306 - RE/MAX Bulgaria"/>
                    <xsd:enumeration value="R307 - RE/MAX Croatia"/>
                    <xsd:enumeration value="R308 - RE/MAX Czech Republic"/>
                    <xsd:enumeration value="R311 - RE/MAX Poland East/Central"/>
                    <xsd:enumeration value="R312 - RE/MAX Poland North/West"/>
                    <xsd:enumeration value="R313 - RE/MAX Poland South"/>
                    <xsd:enumeration value="R315 - RE/MAX Finland"/>
                    <xsd:enumeration value="R320 - RE/MAX France - Ile De France"/>
                    <xsd:enumeration value="R321 - RE/MAX France - Northwest"/>
                    <xsd:enumeration value="R322 - RE/MAX France - Northeast"/>
                    <xsd:enumeration value="R323 - RE/MAX France - Southeast"/>
                    <xsd:enumeration value="R324 - RE/MAX France - Southwest"/>
                    <xsd:enumeration value="R344 - RE/MAX Luxembourg"/>
                    <xsd:enumeration value="R346 - RE/MAX Albania"/>
                    <xsd:enumeration value="R347 - RE/MAX Macedonia"/>
                    <xsd:enumeration value="R348 - RE/MAX Malta"/>
                    <xsd:enumeration value="R349 - RE/MAX Montenegro"/>
                    <xsd:enumeration value="R351 - RE/MAX Iceland"/>
                    <xsd:enumeration value="R352 - RE/MAX Serbia"/>
                    <xsd:enumeration value="R353 - RE/MAX Romania"/>
                    <xsd:enumeration value="R354 - RE/MAX Slovakia"/>
                    <xsd:enumeration value="R355 - RE/MAX Portugal"/>
                    <xsd:enumeration value="R356 - RE/MAX Slovenia"/>
                    <xsd:enumeration value="R360 - RE/MAX Sweden"/>
                    <xsd:enumeration value="R363 - RE/MAX Switzerland"/>
                    <xsd:enumeration value="R367 - RE/MAX United Kingdom-North"/>
                    <xsd:enumeration value="R370 - RE/MAX United Kingdom - Midlands"/>
                    <xsd:enumeration value="R371 - RE/MAX Uk London"/>
                    <xsd:enumeration value="R375 - RE/MAX Wales"/>
                    <xsd:enumeration value="R401 - RE/MAX Arabian Peninsula"/>
                    <xsd:enumeration value="R501 - RE/MAX India"/>
                    <xsd:enumeration value="R610 - RE/MAX Of The Pacific"/>
                    <xsd:enumeration value="R615 - RE/MAX New Zealand"/>
                  </xsd:restriction>
                </xsd:simple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1" ma:displayName="Content Type" ma:readOnly="true"/>
        <xsd:element ref="dc:title" maxOccurs="1" ma:index="1" ma:displayName="Title"/>
        <xsd:element ref="dc:subject" minOccurs="0" maxOccurs="1"/>
        <xsd:element ref="dc:description" minOccurs="0" maxOccurs="1"/>
        <xsd:element name="keywords" minOccurs="0" maxOccurs="1" type="xsd:string" ma:index="3"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2EEC89B-5FFB-42E9-A5E5-C830E6652828}">
  <ds:schemaRefs>
    <ds:schemaRef ds:uri="http://schemas.microsoft.com/office/2006/metadata/longProperties"/>
  </ds:schemaRefs>
</ds:datastoreItem>
</file>

<file path=customXml/itemProps2.xml><?xml version="1.0" encoding="utf-8"?>
<ds:datastoreItem xmlns:ds="http://schemas.openxmlformats.org/officeDocument/2006/customXml" ds:itemID="{08537433-7614-4BAB-9817-0A6B19CF1E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B5C1A73F-DC0E-48DF-8690-313151791E26"/>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DCFB974C-5641-404C-9879-45266E5EAB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Template_Paramount_of_Excellence_Press_Release.dotx</Template>
  <TotalTime>4</TotalTime>
  <Pages>2</Pages>
  <Words>383</Words>
  <Characters>2185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Circle of Legends Award Template 2010</vt:lpstr>
    </vt:vector>
  </TitlesOfParts>
  <Company>RE/MAX International, Inc.</Company>
  <LinksUpToDate>false</LinksUpToDate>
  <CharactersWithSpaces>2563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Circle of Legends Award Template 2010</dc:title>
  <dc:subject/>
  <dc:creator>Microsoft Office User</dc:creator>
  <cp:keywords>circle of legends, press release, template</cp:keywords>
  <cp:lastModifiedBy>Henke, Keri</cp:lastModifiedBy>
  <cp:revision>2</cp:revision>
  <cp:lastPrinted>2008-02-13T20:45:00Z</cp:lastPrinted>
  <dcterms:created xsi:type="dcterms:W3CDTF">2025-02-03T22:43:00Z</dcterms:created>
  <dcterms:modified xsi:type="dcterms:W3CDTF">2025-02-03T22:43:00Z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ileExpirationDate">
    <vt:lpwstr>2012-03-20T00:00:00Z</vt:lpwstr>
  </property>
  <property fmtid="{D5CDD505-2E9C-101B-9397-08002B2CF9AE}" pid="3" name="REMAXRegion">
    <vt:lpwstr/>
  </property>
  <property fmtid="{D5CDD505-2E9C-101B-9397-08002B2CF9AE}" pid="4" name="ExpirationNotification">
    <vt:lpwstr>Yes</vt:lpwstr>
  </property>
  <property fmtid="{D5CDD505-2E9C-101B-9397-08002B2CF9AE}" pid="5" name="OfficialImage">
    <vt:lpwstr>No</vt:lpwstr>
  </property>
  <property fmtid="{D5CDD505-2E9C-101B-9397-08002B2CF9AE}" pid="6" name="PublicationNotification">
    <vt:lpwstr>Yes</vt:lpwstr>
  </property>
  <property fmtid="{D5CDD505-2E9C-101B-9397-08002B2CF9AE}" pid="7" name="ContentType">
    <vt:lpwstr>DownloadItem</vt:lpwstr>
  </property>
  <property fmtid="{D5CDD505-2E9C-101B-9397-08002B2CF9AE}" pid="8" name="Language">
    <vt:lpwstr>English</vt:lpwstr>
  </property>
  <property fmtid="{D5CDD505-2E9C-101B-9397-08002B2CF9AE}" pid="9" name="AuthorEmail">
    <vt:lpwstr>amusso@remax.net</vt:lpwstr>
  </property>
  <property fmtid="{D5CDD505-2E9C-101B-9397-08002B2CF9AE}" pid="10" name="SecurityGroups">
    <vt:lpwstr>All Associates</vt:lpwstr>
  </property>
  <property fmtid="{D5CDD505-2E9C-101B-9397-08002B2CF9AE}" pid="11" name="CategorySubCategorySelection">
    <vt:lpwstr>14/119,</vt:lpwstr>
  </property>
  <property fmtid="{D5CDD505-2E9C-101B-9397-08002B2CF9AE}" pid="12" name="display_urn:schemas-microsoft-com:office:office#AuthorName">
    <vt:lpwstr>Alexandra Musso</vt:lpwstr>
  </property>
  <property fmtid="{D5CDD505-2E9C-101B-9397-08002B2CF9AE}" pid="13" name="AuthorName">
    <vt:lpwstr>63112</vt:lpwstr>
  </property>
  <property fmtid="{D5CDD505-2E9C-101B-9397-08002B2CF9AE}" pid="14" name="DownloadsCategory">
    <vt:lpwstr>;#14;#News &amp; Press Releases</vt:lpwstr>
  </property>
  <property fmtid="{D5CDD505-2E9C-101B-9397-08002B2CF9AE}" pid="15" name="DownloadsSubCategory">
    <vt:lpwstr>;#119;#Templates</vt:lpwstr>
  </property>
  <property fmtid="{D5CDD505-2E9C-101B-9397-08002B2CF9AE}" pid="16" name="FileReleaseDate">
    <vt:lpwstr>2011-03-16T17:48:37Z</vt:lpwstr>
  </property>
  <property fmtid="{D5CDD505-2E9C-101B-9397-08002B2CF9AE}" pid="17" name="FileOriginatedBy">
    <vt:lpwstr/>
  </property>
  <property fmtid="{D5CDD505-2E9C-101B-9397-08002B2CF9AE}" pid="18" name="Description">
    <vt:lpwstr/>
  </property>
</Properties>
</file>